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3F010491"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1D0DC5">
        <w:rPr>
          <w:sz w:val="28"/>
          <w:szCs w:val="28"/>
        </w:rPr>
        <w:t xml:space="preserve">pro </w:t>
      </w:r>
      <w:r w:rsidR="0079664B" w:rsidRPr="001D0DC5">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4807968D"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1D0DC5">
            <w:rPr>
              <w:rStyle w:val="Nzevakce"/>
              <w:b/>
              <w:sz w:val="28"/>
              <w:szCs w:val="28"/>
            </w:rPr>
            <w:t>„</w:t>
          </w:r>
          <w:r w:rsidR="001D0DC5" w:rsidRPr="001D0DC5">
            <w:rPr>
              <w:rStyle w:val="Nzevakce"/>
              <w:b/>
              <w:sz w:val="28"/>
              <w:szCs w:val="28"/>
            </w:rPr>
            <w:t>Rekonstrukce nástupiště na zastávce Nová Paka město</w:t>
          </w:r>
          <w:r w:rsidR="00640989" w:rsidRPr="001D0DC5">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7F2F41B4"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1D0DC5">
        <w:t>3273214993 / 5523520068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335DBA86" w:rsidR="003F5723" w:rsidRDefault="003F5723" w:rsidP="003F5723">
      <w:pPr>
        <w:pStyle w:val="Text1-1"/>
      </w:pPr>
      <w:r>
        <w:t xml:space="preserve">Objednatel oznámil </w:t>
      </w:r>
      <w:r w:rsidR="00CD6533" w:rsidRPr="001D0DC5">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1D0DC5">
        <w:rPr>
          <w:rFonts w:eastAsia="Times New Roman" w:cs="Times New Roman"/>
          <w:b/>
          <w:lang w:eastAsia="cs-CZ"/>
        </w:rPr>
        <w:t>Rekonstrukce nástupiště na zastávce Nová Paka město</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24613995" w:rsidR="00FC69F3" w:rsidRDefault="003F5723" w:rsidP="00FC69F3">
      <w:pPr>
        <w:pStyle w:val="Text1-1"/>
      </w:pPr>
      <w:r>
        <w:t xml:space="preserve">Zhotovitel se zavazuje v souladu s touto Smlouvou provést Dílo spočívající ve zhotovení </w:t>
      </w:r>
      <w:r w:rsidR="00897796">
        <w:t>Projektové d</w:t>
      </w:r>
      <w:r>
        <w:t xml:space="preserve">okumentace </w:t>
      </w:r>
      <w:r w:rsidRPr="001D0DC5">
        <w:t>pro s</w:t>
      </w:r>
      <w:r w:rsidR="00C539CB" w:rsidRPr="001D0DC5">
        <w:t>polečné</w:t>
      </w:r>
      <w:r w:rsidRPr="001D0DC5">
        <w:t xml:space="preserve"> povolení</w:t>
      </w:r>
      <w:r w:rsidR="002E1C9B" w:rsidRPr="001D0DC5">
        <w:t xml:space="preserve"> </w:t>
      </w:r>
      <w:r>
        <w:t xml:space="preserve">(dále též jen </w:t>
      </w:r>
      <w:r w:rsidR="002E1C9B">
        <w:t>„</w:t>
      </w:r>
      <w:r w:rsidR="00810686" w:rsidRPr="001D0DC5">
        <w:t>DUSP</w:t>
      </w:r>
      <w:r w:rsidR="002E1C9B">
        <w:t>“</w:t>
      </w:r>
      <w:r>
        <w:t xml:space="preserve">), Projektové </w:t>
      </w:r>
      <w:r>
        <w:lastRenderedPageBreak/>
        <w:t xml:space="preserve">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dozoru </w:t>
      </w:r>
      <w:r w:rsidR="002228DD">
        <w:t xml:space="preserve">projektanta </w:t>
      </w:r>
      <w:r>
        <w:t>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6B43121A" w:rsidR="003F5723" w:rsidRDefault="003F5723" w:rsidP="003F5723">
      <w:pPr>
        <w:pStyle w:val="Text1-1"/>
      </w:pPr>
      <w:r>
        <w:t>Objednatel se zavazuje řádně provedené Dílo převzít a za řádně zhotoven</w:t>
      </w:r>
      <w:r w:rsidR="00964369">
        <w:t>ou a </w:t>
      </w:r>
      <w:r>
        <w:t xml:space="preserve">předanou </w:t>
      </w:r>
      <w:r w:rsidR="00810686" w:rsidRPr="00FC69F3">
        <w:t>DUSP</w:t>
      </w:r>
      <w:r>
        <w:t xml:space="preserve"> a PDPS a řádně provedený výkon dozoru </w:t>
      </w:r>
      <w:r w:rsidR="003F4224">
        <w:t xml:space="preserve">projektanta </w:t>
      </w:r>
      <w:r>
        <w:t>zaplatit Zhotoviteli za podmínek stanovených touto Smlou</w:t>
      </w:r>
      <w:r w:rsidR="00964369">
        <w:t>vou celkovou Cenu Díla, která v </w:t>
      </w:r>
      <w:r>
        <w:t xml:space="preserve">součtu představuje Cenu za zpracování </w:t>
      </w:r>
      <w:r w:rsidR="00810686" w:rsidRPr="00FC69F3">
        <w:t>DUSP</w:t>
      </w:r>
      <w:r w:rsidR="00BC30CC">
        <w:t xml:space="preserve"> </w:t>
      </w:r>
      <w:r>
        <w:t xml:space="preserve">a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C339695"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73886E68" w:rsidR="00FF0F11" w:rsidRDefault="003F5723" w:rsidP="003F5723">
      <w:pPr>
        <w:pStyle w:val="Text1-1"/>
      </w:pPr>
      <w:r>
        <w:t xml:space="preserve">Místem plnění </w:t>
      </w:r>
      <w:r w:rsidR="00810686" w:rsidRPr="00FC69F3">
        <w:t>DUSP</w:t>
      </w:r>
      <w:r w:rsidR="00BC30CC">
        <w:t xml:space="preserve"> </w:t>
      </w:r>
      <w:r>
        <w:t xml:space="preserve">a PDPS je: </w:t>
      </w:r>
      <w:r w:rsidRPr="00C539CB">
        <w:t>Stavební správa</w:t>
      </w:r>
      <w:r w:rsidR="00CD6533">
        <w:t xml:space="preserve"> východ, Nerudova 773/1, 779 00 Olomouc</w:t>
      </w:r>
      <w:r w:rsidR="008419FA">
        <w:t>.</w:t>
      </w:r>
    </w:p>
    <w:p w14:paraId="08C43F84" w14:textId="18F57BEE" w:rsidR="00FF0F11" w:rsidRPr="00A0190A" w:rsidRDefault="00FF0F11" w:rsidP="00FF0F11">
      <w:pPr>
        <w:pStyle w:val="Text1-1"/>
        <w:numPr>
          <w:ilvl w:val="0"/>
          <w:numId w:val="0"/>
        </w:numPr>
        <w:ind w:left="737"/>
        <w:rPr>
          <w:color w:val="00B050"/>
        </w:rPr>
      </w:pPr>
      <w:r w:rsidRPr="00FC69F3">
        <w:t>Předání je možné i oprávněné osobě Objednatele ve věcech technických v sídle místně příslušného Oblastního ředitelství</w:t>
      </w:r>
      <w:r w:rsidR="00FC69F3">
        <w:t xml:space="preserve"> </w:t>
      </w:r>
      <w:r w:rsidR="00FC69F3">
        <w:rPr>
          <w:rFonts w:eastAsia="Times New Roman" w:cs="Times New Roman"/>
          <w:lang w:eastAsia="cs-CZ"/>
        </w:rPr>
        <w:t>Hradec Králové, U </w:t>
      </w:r>
      <w:proofErr w:type="spellStart"/>
      <w:r w:rsidR="00FC69F3">
        <w:rPr>
          <w:rFonts w:eastAsia="Times New Roman" w:cs="Times New Roman"/>
          <w:lang w:eastAsia="cs-CZ"/>
        </w:rPr>
        <w:t>Fotochemy</w:t>
      </w:r>
      <w:proofErr w:type="spellEnd"/>
      <w:r w:rsidR="00FC69F3">
        <w:rPr>
          <w:rFonts w:eastAsia="Times New Roman" w:cs="Times New Roman"/>
          <w:lang w:eastAsia="cs-CZ"/>
        </w:rPr>
        <w:t xml:space="preserve"> 259, 501 01 Hradec Králové</w:t>
      </w:r>
      <w:r>
        <w:t>.</w:t>
      </w:r>
      <w:r w:rsidR="006A6301">
        <w:t xml:space="preserve"> </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6ABCDBDA" w:rsidR="00FF0F11" w:rsidRPr="00361886" w:rsidRDefault="00FF0F11" w:rsidP="00FF0F11">
      <w:pPr>
        <w:pStyle w:val="Text1-1"/>
      </w:pPr>
      <w:r w:rsidRPr="00361886">
        <w:t xml:space="preserve">Cena Díla za zhotovení </w:t>
      </w:r>
      <w:r w:rsidR="00810686" w:rsidRPr="00FC69F3">
        <w:t>DUSP</w:t>
      </w:r>
      <w:r w:rsidR="00BC30CC">
        <w:t xml:space="preserve"> a </w:t>
      </w:r>
      <w:r w:rsidRPr="00361886">
        <w:t xml:space="preserve">PDPS bude účtována nejdříve okamžikem řádného ukončení a předání a převzetí </w:t>
      </w:r>
      <w:r w:rsidR="00810686" w:rsidRPr="00FC69F3">
        <w:t>DUSP</w:t>
      </w:r>
      <w:r w:rsidR="00BC30CC">
        <w:t xml:space="preserve"> a </w:t>
      </w:r>
      <w:r w:rsidRPr="00361886">
        <w:t>PDPS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lastRenderedPageBreak/>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0A9A10C"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17718F2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FC69F3">
        <w:rPr>
          <w:sz w:val="18"/>
          <w:szCs w:val="18"/>
        </w:rPr>
        <w:t>DUSP</w:t>
      </w:r>
      <w:r w:rsidR="00BC30CC">
        <w:t xml:space="preserve"> </w:t>
      </w:r>
      <w:r w:rsidRPr="00381690">
        <w:rPr>
          <w:sz w:val="18"/>
          <w:szCs w:val="18"/>
        </w:rPr>
        <w:t xml:space="preserve">a PDPS umožní v souvislosti s plněním Díla provedení </w:t>
      </w:r>
      <w:r w:rsidRPr="00FC69F3">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FC69F3">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D627CEC" w14:textId="13EA1473" w:rsidR="00882028" w:rsidRPr="00FC69F3" w:rsidRDefault="007A38F0" w:rsidP="00FC69F3">
      <w:pPr>
        <w:pStyle w:val="Odstavecseseznamem"/>
        <w:numPr>
          <w:ilvl w:val="1"/>
          <w:numId w:val="25"/>
        </w:numPr>
        <w:spacing w:after="120" w:line="264" w:lineRule="auto"/>
        <w:ind w:hanging="731"/>
        <w:contextualSpacing w:val="0"/>
        <w:jc w:val="both"/>
        <w:rPr>
          <w:iCs/>
          <w:sz w:val="18"/>
          <w:szCs w:val="18"/>
        </w:rPr>
      </w:pPr>
      <w:r w:rsidRPr="00FC69F3">
        <w:rPr>
          <w:iCs/>
          <w:sz w:val="18"/>
          <w:szCs w:val="18"/>
        </w:rPr>
        <w:t>NEOBSAZENO</w:t>
      </w:r>
      <w:r w:rsidR="00882028" w:rsidRPr="00FC69F3">
        <w:rPr>
          <w:i/>
          <w:color w:val="00B050"/>
        </w:rPr>
        <w:t>.</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lastRenderedPageBreak/>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270470C7" w:rsidR="004F21EC" w:rsidRPr="00FC69F3" w:rsidRDefault="00FC69F3" w:rsidP="00FC69F3">
      <w:pPr>
        <w:pStyle w:val="Text1-1"/>
        <w:numPr>
          <w:ilvl w:val="1"/>
          <w:numId w:val="6"/>
        </w:numPr>
        <w:rPr>
          <w:iCs/>
        </w:rPr>
      </w:pPr>
      <w:r w:rsidRPr="00FC69F3">
        <w:rPr>
          <w:iCs/>
        </w:rPr>
        <w:t>NEOBSAZENO.</w:t>
      </w:r>
      <w:r w:rsidR="004F21EC" w:rsidRPr="00FC69F3">
        <w:rPr>
          <w:iCs/>
        </w:rPr>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49FCDC4D"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C539CB" w:rsidRPr="00204180">
        <w:rPr>
          <w:b/>
        </w:rPr>
        <w:t>/</w:t>
      </w:r>
      <w:r w:rsidR="00FC69F3" w:rsidRPr="00FC69F3">
        <w:rPr>
          <w:b/>
          <w:bCs/>
        </w:rPr>
        <w:t>04/24</w:t>
      </w:r>
      <w:r w:rsidR="00124751" w:rsidRPr="00FC69F3">
        <w:rPr>
          <w:b/>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48185245"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FC69F3">
        <w:t>06/23</w:t>
      </w:r>
      <w:r w:rsidR="00D53494">
        <w:t>“</w:t>
      </w:r>
    </w:p>
    <w:p w14:paraId="5B5F4A27" w14:textId="6564DA9D" w:rsidR="00F422D3" w:rsidRDefault="00124751" w:rsidP="00964369">
      <w:pPr>
        <w:pStyle w:val="Textbezslovn"/>
        <w:ind w:left="2127"/>
      </w:pPr>
      <w:r w:rsidRPr="00964369">
        <w:t>c) Zvláštní technické</w:t>
      </w:r>
      <w:r>
        <w:t xml:space="preserve"> podmínky </w:t>
      </w:r>
      <w:r w:rsidR="006650B1">
        <w:t xml:space="preserve">ze dne </w:t>
      </w:r>
      <w:r w:rsidR="00017B10">
        <w:t>13. 2.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3FE168AC" w:rsidR="00E513BA" w:rsidRPr="00964369" w:rsidRDefault="00E513BA" w:rsidP="00964369">
      <w:pPr>
        <w:pStyle w:val="Textbezslovn"/>
      </w:pP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00F5CFDF"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017B10">
        <w:rPr>
          <w:sz w:val="18"/>
          <w:szCs w:val="18"/>
        </w:rPr>
        <w:t>d</w:t>
      </w:r>
      <w:r w:rsidRPr="00017B10">
        <w:rPr>
          <w:sz w:val="18"/>
          <w:szCs w:val="18"/>
        </w:rPr>
        <w:t>okumentace pro vydání společného povolení (DUSP)</w:t>
      </w:r>
      <w:r w:rsidR="00051B02" w:rsidRPr="00017B10">
        <w:rPr>
          <w:sz w:val="18"/>
          <w:szCs w:val="18"/>
        </w:rPr>
        <w:t xml:space="preserve"> </w:t>
      </w:r>
      <w:r w:rsidRPr="008E5270">
        <w:rPr>
          <w:sz w:val="18"/>
          <w:szCs w:val="18"/>
        </w:rPr>
        <w:t>a projektové Dokumentace pro provádění stavby (PDPS) včetně výkonu dozoru projektanta při realizaci stavby dle zadávacích podmínek Objednatele.</w:t>
      </w:r>
      <w:r w:rsidRPr="008E5270">
        <w:rPr>
          <w:i/>
          <w:color w:val="FF0000"/>
          <w:sz w:val="18"/>
          <w:szCs w:val="18"/>
        </w:rPr>
        <w:t xml:space="preserve"> </w:t>
      </w:r>
    </w:p>
    <w:p w14:paraId="4A488920" w14:textId="36CA5D71"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017B10">
        <w:rPr>
          <w:sz w:val="18"/>
          <w:szCs w:val="18"/>
        </w:rPr>
        <w:t xml:space="preserve"> (dále také „</w:t>
      </w:r>
      <w:proofErr w:type="spellStart"/>
      <w:r w:rsidR="00017B10">
        <w:rPr>
          <w:sz w:val="18"/>
          <w:szCs w:val="18"/>
        </w:rPr>
        <w:t>StZ</w:t>
      </w:r>
      <w:proofErr w:type="spellEnd"/>
      <w:r w:rsidR="00017B10">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6E515B" w:rsidP="00017B10">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017B1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17B10">
        <w:rPr>
          <w:sz w:val="18"/>
          <w:szCs w:val="18"/>
        </w:rPr>
        <w:t xml:space="preserve">Součástí předmětu plnění je zpracování hodnocení ekonomické efektivnosti předmětné železniční stavby dle </w:t>
      </w:r>
      <w:r w:rsidR="00404098" w:rsidRPr="00017B10">
        <w:rPr>
          <w:sz w:val="18"/>
          <w:szCs w:val="18"/>
        </w:rPr>
        <w:t xml:space="preserve">platných </w:t>
      </w:r>
      <w:r w:rsidRPr="00017B10">
        <w:rPr>
          <w:sz w:val="18"/>
          <w:szCs w:val="18"/>
        </w:rPr>
        <w:t xml:space="preserve">„Prováděcích pokynů pro hodnocení efektivnosti projektů dopravní infrastruktury“, jejichž součástí je </w:t>
      </w:r>
      <w:r w:rsidR="00404098" w:rsidRPr="00017B10">
        <w:rPr>
          <w:sz w:val="18"/>
          <w:szCs w:val="18"/>
        </w:rPr>
        <w:t xml:space="preserve">aktuálně platná </w:t>
      </w:r>
      <w:proofErr w:type="gramStart"/>
      <w:r w:rsidRPr="00017B10">
        <w:rPr>
          <w:sz w:val="18"/>
          <w:szCs w:val="18"/>
        </w:rPr>
        <w:t>Rezortní</w:t>
      </w:r>
      <w:proofErr w:type="gramEnd"/>
      <w:r w:rsidRPr="00017B10">
        <w:rPr>
          <w:sz w:val="18"/>
          <w:szCs w:val="18"/>
        </w:rPr>
        <w:t xml:space="preserve"> metodika pro hodnocení ekonomické efektivnosti projektů dopravních staveb, schválená Ministerstvem dopravy dne 31. 10. 2017. </w:t>
      </w:r>
      <w:r w:rsidR="00F449F1" w:rsidRPr="00017B10">
        <w:rPr>
          <w:sz w:val="18"/>
          <w:szCs w:val="18"/>
        </w:rPr>
        <w:t xml:space="preserve">Aktuálně platné znění </w:t>
      </w:r>
      <w:r w:rsidRPr="00017B10">
        <w:rPr>
          <w:sz w:val="18"/>
          <w:szCs w:val="18"/>
        </w:rPr>
        <w:t>prováděcí</w:t>
      </w:r>
      <w:r w:rsidR="00F449F1" w:rsidRPr="00017B10">
        <w:rPr>
          <w:sz w:val="18"/>
          <w:szCs w:val="18"/>
        </w:rPr>
        <w:t>ch</w:t>
      </w:r>
      <w:r w:rsidRPr="00017B10">
        <w:rPr>
          <w:sz w:val="18"/>
          <w:szCs w:val="18"/>
        </w:rPr>
        <w:t xml:space="preserve"> pokyn</w:t>
      </w:r>
      <w:r w:rsidR="00F449F1" w:rsidRPr="00017B10">
        <w:rPr>
          <w:sz w:val="18"/>
          <w:szCs w:val="18"/>
        </w:rPr>
        <w:t>ů</w:t>
      </w:r>
      <w:r w:rsidRPr="00017B10">
        <w:rPr>
          <w:sz w:val="18"/>
          <w:szCs w:val="18"/>
        </w:rPr>
        <w:t xml:space="preserve"> j</w:t>
      </w:r>
      <w:r w:rsidR="00F449F1" w:rsidRPr="00017B10">
        <w:rPr>
          <w:sz w:val="18"/>
          <w:szCs w:val="18"/>
        </w:rPr>
        <w:t>e</w:t>
      </w:r>
      <w:r w:rsidRPr="00017B10">
        <w:rPr>
          <w:sz w:val="18"/>
          <w:szCs w:val="18"/>
        </w:rPr>
        <w:t xml:space="preserve"> k dispozici na </w:t>
      </w:r>
      <w:hyperlink r:id="rId17" w:history="1">
        <w:r w:rsidR="00596D94" w:rsidRPr="00017B10">
          <w:rPr>
            <w:rStyle w:val="Hypertextovodkaz"/>
            <w:noProof w:val="0"/>
            <w:sz w:val="18"/>
            <w:szCs w:val="18"/>
          </w:rPr>
          <w:t>http://www.sfdi.cz/pravidla-metodiky-a-ceniky/metodiky/</w:t>
        </w:r>
      </w:hyperlink>
      <w:r w:rsidRPr="00017B10">
        <w:rPr>
          <w:sz w:val="18"/>
          <w:szCs w:val="18"/>
        </w:rPr>
        <w:t>.</w:t>
      </w:r>
    </w:p>
    <w:p w14:paraId="34F2B966" w14:textId="0BE5EF10" w:rsidR="00D977E3" w:rsidRPr="00017B1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17B10">
        <w:rPr>
          <w:sz w:val="18"/>
          <w:szCs w:val="18"/>
        </w:rPr>
        <w:t>D</w:t>
      </w:r>
      <w:r w:rsidR="007A6A90" w:rsidRPr="00017B10">
        <w:rPr>
          <w:sz w:val="18"/>
          <w:szCs w:val="18"/>
        </w:rPr>
        <w:t>okumentace</w:t>
      </w:r>
      <w:r w:rsidRPr="00017B10">
        <w:rPr>
          <w:sz w:val="18"/>
          <w:szCs w:val="18"/>
        </w:rPr>
        <w:t xml:space="preserve"> musí obsahovat formuláře vzor 80, 81 a 83 </w:t>
      </w:r>
      <w:r w:rsidR="002228DD" w:rsidRPr="00017B10">
        <w:rPr>
          <w:sz w:val="18"/>
          <w:szCs w:val="18"/>
        </w:rPr>
        <w:t xml:space="preserve">Pravidel pro postupy v průběhu přípravy investičních a neinvestičních akcí dopravní infrastruktury, financovaných bez účasti státního rozpočtu č.j. MD-41709/2023-910/2 vydaných v prosinci 2023 </w:t>
      </w:r>
      <w:r w:rsidRPr="00017B10">
        <w:rPr>
          <w:sz w:val="18"/>
          <w:szCs w:val="18"/>
        </w:rPr>
        <w:t xml:space="preserve">v platném znění.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35483C33" w:rsidR="00D977E3" w:rsidRPr="008E5270"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17B10">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017B10">
        <w:rPr>
          <w:sz w:val="18"/>
          <w:szCs w:val="18"/>
        </w:rPr>
        <w:t xml:space="preserve">Geodetické a mapové podklady </w:t>
      </w:r>
      <w:r w:rsidR="005C6727" w:rsidRPr="00017B10">
        <w:rPr>
          <w:sz w:val="18"/>
          <w:szCs w:val="18"/>
        </w:rPr>
        <w:t>(</w:t>
      </w:r>
      <w:r w:rsidRPr="00017B10">
        <w:rPr>
          <w:sz w:val="18"/>
          <w:szCs w:val="18"/>
        </w:rPr>
        <w:t>mapové podklady TÚ</w:t>
      </w:r>
      <w:proofErr w:type="gramStart"/>
      <w:r w:rsidRPr="00017B10">
        <w:rPr>
          <w:sz w:val="18"/>
          <w:szCs w:val="18"/>
        </w:rPr>
        <w:t xml:space="preserve"> </w:t>
      </w:r>
      <w:r w:rsidR="005C6727" w:rsidRPr="00017B10">
        <w:rPr>
          <w:sz w:val="18"/>
          <w:szCs w:val="18"/>
        </w:rPr>
        <w:t>..</w:t>
      </w:r>
      <w:proofErr w:type="gramEnd"/>
      <w:r w:rsidRPr="00017B10">
        <w:rPr>
          <w:sz w:val="18"/>
          <w:szCs w:val="18"/>
        </w:rPr>
        <w:t xml:space="preserve"> km </w:t>
      </w:r>
      <w:r w:rsidR="005C6727" w:rsidRPr="00017B10">
        <w:rPr>
          <w:sz w:val="18"/>
          <w:szCs w:val="18"/>
        </w:rPr>
        <w:t>…</w:t>
      </w:r>
      <w:r w:rsidRPr="00017B10">
        <w:rPr>
          <w:sz w:val="18"/>
          <w:szCs w:val="18"/>
        </w:rPr>
        <w:t>, patné ŽBP a projekty PPK</w:t>
      </w:r>
      <w:r w:rsidR="005C6727" w:rsidRPr="00017B10">
        <w:rPr>
          <w:sz w:val="18"/>
          <w:szCs w:val="18"/>
        </w:rPr>
        <w:t>)</w:t>
      </w:r>
      <w:r w:rsidRPr="00017B10">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017B10">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09ADFBD3" w14:textId="03DF284F" w:rsidR="00017B10" w:rsidRDefault="00017B10">
      <w:pPr>
        <w:spacing w:after="240" w:line="264" w:lineRule="auto"/>
        <w:rPr>
          <w:sz w:val="18"/>
          <w:szCs w:val="18"/>
        </w:rPr>
      </w:pPr>
      <w:r>
        <w:br w:type="page"/>
      </w:r>
    </w:p>
    <w:p w14:paraId="231A188C" w14:textId="77777777" w:rsidR="004908EA" w:rsidRPr="008E5270" w:rsidRDefault="004908EA"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34C69869" w14:textId="77777777" w:rsidR="00017B10" w:rsidRPr="00017B10" w:rsidRDefault="00017B10" w:rsidP="00017B10">
      <w:pPr>
        <w:spacing w:after="0" w:line="240" w:lineRule="auto"/>
        <w:ind w:left="426"/>
        <w:jc w:val="both"/>
        <w:rPr>
          <w:rFonts w:asciiTheme="minorHAnsi" w:eastAsia="Times New Roman" w:hAnsiTheme="minorHAnsi" w:cs="Arial"/>
          <w:sz w:val="18"/>
          <w:szCs w:val="18"/>
          <w:lang w:eastAsia="cs-CZ"/>
        </w:rPr>
      </w:pPr>
      <w:r w:rsidRPr="00017B10">
        <w:rPr>
          <w:rFonts w:eastAsia="Times New Roman" w:cs="Arial"/>
          <w:sz w:val="18"/>
          <w:szCs w:val="18"/>
          <w:u w:val="single"/>
          <w:lang w:eastAsia="cs-CZ"/>
        </w:rPr>
        <w:t>DUSP a PDPS k připomínkám</w:t>
      </w:r>
      <w:r w:rsidRPr="00017B10">
        <w:rPr>
          <w:rFonts w:eastAsia="Times New Roman" w:cs="Arial"/>
          <w:sz w:val="18"/>
          <w:szCs w:val="18"/>
          <w:lang w:eastAsia="cs-CZ"/>
        </w:rPr>
        <w:t xml:space="preserve"> je nutno vyhotovit 1x v digitální uzavřené formě + 1 x geodetickou dokumentaci v otevřené formě.</w:t>
      </w:r>
    </w:p>
    <w:p w14:paraId="6DE5CB87" w14:textId="41D1C3DE" w:rsidR="00CE208D" w:rsidRPr="008E5270" w:rsidRDefault="00017B10" w:rsidP="00017B10">
      <w:pPr>
        <w:spacing w:line="240" w:lineRule="auto"/>
        <w:ind w:left="426"/>
        <w:rPr>
          <w:sz w:val="18"/>
          <w:szCs w:val="18"/>
        </w:rPr>
      </w:pPr>
      <w:r w:rsidRPr="00017B10">
        <w:rPr>
          <w:rFonts w:eastAsia="Times New Roman" w:cs="Arial"/>
          <w:sz w:val="18"/>
          <w:szCs w:val="18"/>
          <w:u w:val="single"/>
          <w:lang w:eastAsia="cs-CZ"/>
        </w:rPr>
        <w:t>DUSP a PDPS</w:t>
      </w:r>
      <w:r w:rsidRPr="00017B10">
        <w:rPr>
          <w:rFonts w:eastAsia="Times New Roman" w:cs="Arial"/>
          <w:sz w:val="18"/>
          <w:szCs w:val="18"/>
          <w:lang w:eastAsia="cs-CZ"/>
        </w:rPr>
        <w:t xml:space="preserve"> je nutno vyhotovit 6x v tištěné, 6x v digitální formě (z toho 1x v otevřené formě – formáty </w:t>
      </w:r>
      <w:proofErr w:type="spellStart"/>
      <w:r w:rsidRPr="00017B10">
        <w:rPr>
          <w:rFonts w:eastAsia="Times New Roman" w:cs="Arial"/>
          <w:sz w:val="18"/>
          <w:szCs w:val="18"/>
          <w:lang w:eastAsia="cs-CZ"/>
        </w:rPr>
        <w:t>dgn</w:t>
      </w:r>
      <w:proofErr w:type="spellEnd"/>
      <w:r w:rsidRPr="00017B10">
        <w:rPr>
          <w:rFonts w:eastAsia="Times New Roman" w:cs="Arial"/>
          <w:sz w:val="18"/>
          <w:szCs w:val="18"/>
          <w:lang w:eastAsia="cs-CZ"/>
        </w:rPr>
        <w:t xml:space="preserve">, MS Word, MS Excel, 1x v uzavřené formě </w:t>
      </w:r>
      <w:proofErr w:type="spellStart"/>
      <w:r w:rsidRPr="00017B10">
        <w:rPr>
          <w:rFonts w:eastAsia="Times New Roman" w:cs="Arial"/>
          <w:sz w:val="18"/>
          <w:szCs w:val="18"/>
          <w:lang w:eastAsia="cs-CZ"/>
        </w:rPr>
        <w:t>TreeInfo</w:t>
      </w:r>
      <w:proofErr w:type="spellEnd"/>
      <w:r w:rsidRPr="00017B10">
        <w:rPr>
          <w:rFonts w:eastAsia="Times New Roman" w:cs="Arial"/>
          <w:sz w:val="18"/>
          <w:szCs w:val="18"/>
          <w:lang w:eastAsia="cs-CZ"/>
        </w:rPr>
        <w:t xml:space="preserve"> – formát </w:t>
      </w:r>
      <w:proofErr w:type="spellStart"/>
      <w:r w:rsidRPr="00017B10">
        <w:rPr>
          <w:rFonts w:eastAsia="Times New Roman" w:cs="Arial"/>
          <w:sz w:val="18"/>
          <w:szCs w:val="18"/>
          <w:lang w:eastAsia="cs-CZ"/>
        </w:rPr>
        <w:t>pdf</w:t>
      </w:r>
      <w:proofErr w:type="spellEnd"/>
      <w:r w:rsidRPr="00017B10">
        <w:rPr>
          <w:rFonts w:eastAsia="Times New Roman" w:cs="Arial"/>
          <w:sz w:val="18"/>
          <w:szCs w:val="18"/>
          <w:lang w:eastAsia="cs-CZ"/>
        </w:rPr>
        <w:t xml:space="preserve">, 4x v uzavřené formě – formát </w:t>
      </w:r>
      <w:proofErr w:type="spellStart"/>
      <w:r w:rsidRPr="00017B10">
        <w:rPr>
          <w:rFonts w:eastAsia="Times New Roman" w:cs="Arial"/>
          <w:sz w:val="18"/>
          <w:szCs w:val="18"/>
          <w:lang w:eastAsia="cs-CZ"/>
        </w:rPr>
        <w:t>pdf</w:t>
      </w:r>
      <w:proofErr w:type="spellEnd"/>
      <w:r w:rsidRPr="00017B10">
        <w:rPr>
          <w:rFonts w:eastAsia="Times New Roman" w:cs="Arial"/>
          <w:sz w:val="18"/>
          <w:szCs w:val="18"/>
          <w:lang w:eastAsia="cs-CZ"/>
        </w:rPr>
        <w:t xml:space="preserve">) a 4x v digitální formě náklady stavby (z toho 1x v otevřené formě ve formátu </w:t>
      </w:r>
      <w:proofErr w:type="spellStart"/>
      <w:r w:rsidRPr="00017B10">
        <w:rPr>
          <w:rFonts w:eastAsia="Times New Roman" w:cs="Arial"/>
          <w:sz w:val="18"/>
          <w:szCs w:val="18"/>
          <w:lang w:eastAsia="cs-CZ"/>
        </w:rPr>
        <w:t>xls</w:t>
      </w:r>
      <w:proofErr w:type="spellEnd"/>
      <w:r w:rsidRPr="00017B10">
        <w:rPr>
          <w:rFonts w:eastAsia="Times New Roman" w:cs="Arial"/>
          <w:sz w:val="18"/>
          <w:szCs w:val="18"/>
          <w:lang w:eastAsia="cs-CZ"/>
        </w:rPr>
        <w:t xml:space="preserve"> a 3x v uzavřené formě), 1 x v otevřeném datovém formátu XML ve struktuře dat dle datového předpisu XC4 – viz </w:t>
      </w:r>
      <w:hyperlink r:id="rId18" w:history="1">
        <w:r w:rsidRPr="00017B10">
          <w:rPr>
            <w:rStyle w:val="Hypertextovodkaz"/>
            <w:rFonts w:eastAsia="Times New Roman" w:cs="Arial"/>
            <w:color w:val="0000FF"/>
            <w:sz w:val="18"/>
            <w:szCs w:val="18"/>
            <w:lang w:eastAsia="cs-CZ"/>
          </w:rPr>
          <w:t>www.xc4.cz</w:t>
        </w:r>
      </w:hyperlink>
      <w:r w:rsidRPr="00017B10">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39ED45D" w:rsidR="00124751" w:rsidRDefault="00D53494" w:rsidP="00950EAF">
      <w:pPr>
        <w:pStyle w:val="Nadpisbezsl1-2"/>
      </w:pPr>
      <w:r>
        <w:t>„</w:t>
      </w:r>
      <w:r w:rsidR="00C539CB">
        <w:t>OP/D</w:t>
      </w:r>
      <w:r w:rsidR="00F83EC1">
        <w:t>OKUMENTACE</w:t>
      </w:r>
      <w:r w:rsidR="00C539CB">
        <w:t>/</w:t>
      </w:r>
      <w:r w:rsidR="00017B10">
        <w:t>04/24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38C85AC8"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1E0EFD5C" w:rsidR="00E868F1" w:rsidRDefault="00E868F1" w:rsidP="00E868F1">
      <w:pPr>
        <w:pStyle w:val="Textbezslovn"/>
      </w:pPr>
      <w:r w:rsidRPr="003038BD">
        <w:t>VTP/D</w:t>
      </w:r>
      <w:r w:rsidR="00ED5400">
        <w:t>OKUMENTACE</w:t>
      </w:r>
      <w:r w:rsidRPr="003038BD">
        <w:t>/</w:t>
      </w:r>
      <w:r w:rsidR="00017B10">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61CE911F" w:rsidR="00671F70" w:rsidRDefault="00017B10" w:rsidP="008A4D1B">
      <w:pPr>
        <w:pStyle w:val="Textbezslovn"/>
        <w:jc w:val="left"/>
      </w:pPr>
      <w:r w:rsidRPr="00017B10">
        <w:rPr>
          <w:rFonts w:eastAsia="Times New Roman" w:cs="Times New Roman"/>
          <w:lang w:eastAsia="cs-CZ"/>
        </w:rPr>
        <w:t>„</w:t>
      </w:r>
      <w:r w:rsidRPr="00017B10">
        <w:rPr>
          <w:rStyle w:val="Tun"/>
          <w:b w:val="0"/>
          <w:bCs/>
        </w:rPr>
        <w:t>Rekonstrukce nástupiště na zastávce Nová Paka město“</w:t>
      </w:r>
      <w:r>
        <w:rPr>
          <w:rStyle w:val="Tun"/>
          <w:bCs/>
        </w:rPr>
        <w:t xml:space="preserve"> </w:t>
      </w:r>
      <w:r w:rsidR="00950EAF">
        <w:t xml:space="preserve">ze dne </w:t>
      </w:r>
      <w:r>
        <w:t>13. 2.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4BDAE957" w:rsidR="0084361B" w:rsidRPr="0084361B" w:rsidRDefault="0084361B" w:rsidP="0084361B">
      <w:pPr>
        <w:pStyle w:val="Textbezodsazen"/>
        <w:rPr>
          <w:i/>
          <w:color w:val="FF0000"/>
          <w:highlight w:val="green"/>
        </w:rPr>
      </w:pPr>
    </w:p>
    <w:p w14:paraId="5122797C" w14:textId="053246D7" w:rsidR="008A4D1B" w:rsidRDefault="008A4D1B" w:rsidP="008A4D1B">
      <w:pPr>
        <w:pStyle w:val="Textbezodsazen"/>
      </w:pPr>
      <w:r>
        <w:t xml:space="preserve">Cena za zpracování </w:t>
      </w:r>
      <w:r w:rsidR="00EF760C" w:rsidRPr="00017B10">
        <w:t>DUSP</w:t>
      </w:r>
      <w:r w:rsidR="0051510C">
        <w:t xml:space="preserve"> </w:t>
      </w:r>
      <w:r>
        <w:t xml:space="preserve">a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43159863"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017B10">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84361B" w:rsidRPr="00236DCC" w14:paraId="7F41A70C" w14:textId="77777777" w:rsidTr="00693E57">
        <w:tc>
          <w:tcPr>
            <w:tcW w:w="8730" w:type="dxa"/>
            <w:gridSpan w:val="3"/>
          </w:tcPr>
          <w:p w14:paraId="5E7D12A8" w14:textId="6C6EC8DC" w:rsidR="0084361B" w:rsidRPr="00236DCC" w:rsidRDefault="0084361B" w:rsidP="006A6301">
            <w:pPr>
              <w:pStyle w:val="Textbezodsazen"/>
              <w:rPr>
                <w:b/>
              </w:rPr>
            </w:pPr>
          </w:p>
        </w:tc>
      </w:tr>
    </w:tbl>
    <w:p w14:paraId="4A462967" w14:textId="77777777" w:rsidR="0084361B" w:rsidRDefault="0084361B" w:rsidP="00D977E3">
      <w:pPr>
        <w:pStyle w:val="Textbezslovn"/>
        <w:ind w:left="284"/>
      </w:pPr>
    </w:p>
    <w:p w14:paraId="60408DE9" w14:textId="3ADDD03A"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Stavby (předpoklad </w:t>
      </w:r>
      <w:r w:rsidR="005201BA">
        <w:t>„</w:t>
      </w:r>
      <w:r w:rsidR="00825067">
        <w:t>[</w:t>
      </w:r>
      <w:proofErr w:type="gramStart"/>
      <w:r w:rsidR="00825067" w:rsidRPr="00236DCC">
        <w:rPr>
          <w:highlight w:val="green"/>
        </w:rPr>
        <w:t>VLOŽÍ</w:t>
      </w:r>
      <w:proofErr w:type="gramEnd"/>
      <w:r w:rsidR="00825067" w:rsidRPr="00236DCC">
        <w:rPr>
          <w:highlight w:val="green"/>
        </w:rPr>
        <w:t xml:space="preserve"> OBJEDNATEL</w:t>
      </w:r>
      <w:r w:rsidR="00825067">
        <w:t>]</w:t>
      </w:r>
      <w:r w:rsidR="005201BA">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0C7611" w:rsidRDefault="00B121C8" w:rsidP="00B121C8">
      <w:pPr>
        <w:pStyle w:val="Nadpisbezsl1-2"/>
        <w:rPr>
          <w:rStyle w:val="Tun-ZRUIT"/>
        </w:rPr>
      </w:pPr>
      <w:r w:rsidRPr="000C7611">
        <w:rPr>
          <w:rStyle w:val="Tun-ZRUIT"/>
        </w:rPr>
        <w:t>Rozpis částí Ceny Díla k</w:t>
      </w:r>
      <w:r w:rsidR="005201BA" w:rsidRPr="000C7611">
        <w:rPr>
          <w:rStyle w:val="Tun-ZRUIT"/>
        </w:rPr>
        <w:t> </w:t>
      </w:r>
      <w:r w:rsidRPr="000C7611">
        <w:rPr>
          <w:rStyle w:val="Tun-ZRUIT"/>
        </w:rPr>
        <w:t xml:space="preserve">fakturaci podle členění na Dílčí etapy: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229C2">
        <w:tc>
          <w:tcPr>
            <w:tcW w:w="4588" w:type="dxa"/>
            <w:shd w:val="clear" w:color="auto" w:fill="E7E6E6" w:themeFill="background2"/>
          </w:tcPr>
          <w:p w14:paraId="14CC9258" w14:textId="63F98ADF" w:rsidR="00B121C8" w:rsidRPr="000C7611" w:rsidRDefault="00B121C8" w:rsidP="005229C2">
            <w:pPr>
              <w:pStyle w:val="Textbezodsazen"/>
              <w:jc w:val="left"/>
              <w:rPr>
                <w:rStyle w:val="Tun"/>
              </w:rPr>
            </w:pPr>
            <w:r w:rsidRPr="000C7611">
              <w:rPr>
                <w:rStyle w:val="Tun"/>
              </w:rPr>
              <w:t>Specifikace položky, část Ceny Díla k</w:t>
            </w:r>
            <w:r w:rsidR="005201BA" w:rsidRPr="000C7611">
              <w:rPr>
                <w:rStyle w:val="Tun"/>
              </w:rPr>
              <w:t> </w:t>
            </w:r>
            <w:r w:rsidRPr="000C7611">
              <w:rPr>
                <w:rStyle w:val="Tun"/>
              </w:rPr>
              <w:t>fakturaci v %</w:t>
            </w:r>
          </w:p>
        </w:tc>
        <w:tc>
          <w:tcPr>
            <w:tcW w:w="4309" w:type="dxa"/>
            <w:shd w:val="clear" w:color="auto" w:fill="E7E6E6" w:themeFill="background2"/>
          </w:tcPr>
          <w:p w14:paraId="0716F624" w14:textId="0C0866A9" w:rsidR="00B121C8" w:rsidRPr="000C7611" w:rsidRDefault="00B121C8" w:rsidP="005229C2">
            <w:pPr>
              <w:pStyle w:val="Textbezodsazen"/>
              <w:jc w:val="center"/>
              <w:rPr>
                <w:rStyle w:val="Tun"/>
              </w:rPr>
            </w:pPr>
            <w:r w:rsidRPr="000C7611">
              <w:rPr>
                <w:rStyle w:val="Tun"/>
              </w:rPr>
              <w:t>Část ceny díla k</w:t>
            </w:r>
            <w:r w:rsidR="005201BA" w:rsidRPr="000C7611">
              <w:rPr>
                <w:rStyle w:val="Tun"/>
              </w:rPr>
              <w:t> </w:t>
            </w:r>
            <w:r w:rsidRPr="000C7611">
              <w:rPr>
                <w:rStyle w:val="Tun"/>
              </w:rPr>
              <w:t>fakturaci v %</w:t>
            </w:r>
          </w:p>
        </w:tc>
      </w:tr>
      <w:tr w:rsidR="00B121C8" w:rsidRPr="004C41AC" w14:paraId="3BB69D92" w14:textId="77777777" w:rsidTr="005229C2">
        <w:tc>
          <w:tcPr>
            <w:tcW w:w="4588" w:type="dxa"/>
            <w:vAlign w:val="center"/>
          </w:tcPr>
          <w:p w14:paraId="2E1820B3" w14:textId="77777777" w:rsidR="00B121C8" w:rsidRPr="000C7611" w:rsidRDefault="00B121C8" w:rsidP="005229C2">
            <w:pPr>
              <w:pStyle w:val="Textbezodsazen"/>
              <w:jc w:val="left"/>
              <w:rPr>
                <w:rStyle w:val="Tun"/>
              </w:rPr>
            </w:pPr>
            <w:r w:rsidRPr="000C7611">
              <w:rPr>
                <w:rStyle w:val="Tun"/>
              </w:rPr>
              <w:t>1. Dílčí etapa</w:t>
            </w:r>
          </w:p>
        </w:tc>
        <w:tc>
          <w:tcPr>
            <w:tcW w:w="4309" w:type="dxa"/>
            <w:vAlign w:val="center"/>
          </w:tcPr>
          <w:p w14:paraId="6EAB4658" w14:textId="18A6AD7B" w:rsidR="00B121C8" w:rsidRPr="000C7611" w:rsidRDefault="000C7611" w:rsidP="005229C2">
            <w:pPr>
              <w:pStyle w:val="Textbezodsazen"/>
              <w:jc w:val="center"/>
              <w:rPr>
                <w:rStyle w:val="Tun"/>
              </w:rPr>
            </w:pPr>
            <w:r w:rsidRPr="000C7611">
              <w:t>70 % ceny za DUSP+PDPS</w:t>
            </w:r>
          </w:p>
        </w:tc>
      </w:tr>
      <w:tr w:rsidR="00B121C8" w:rsidRPr="004C41AC" w14:paraId="6E789ABA" w14:textId="77777777" w:rsidTr="005229C2">
        <w:tc>
          <w:tcPr>
            <w:tcW w:w="4588" w:type="dxa"/>
            <w:vAlign w:val="center"/>
          </w:tcPr>
          <w:p w14:paraId="67C7D0C3" w14:textId="77777777" w:rsidR="00B121C8" w:rsidRPr="000C7611" w:rsidRDefault="00B121C8" w:rsidP="005229C2">
            <w:pPr>
              <w:pStyle w:val="Textbezodsazen"/>
              <w:jc w:val="left"/>
              <w:rPr>
                <w:rStyle w:val="Tun"/>
              </w:rPr>
            </w:pPr>
            <w:r w:rsidRPr="000C7611">
              <w:rPr>
                <w:rStyle w:val="Tun"/>
              </w:rPr>
              <w:t>2. Dílčí etapa</w:t>
            </w:r>
          </w:p>
        </w:tc>
        <w:tc>
          <w:tcPr>
            <w:tcW w:w="4309" w:type="dxa"/>
            <w:vAlign w:val="center"/>
          </w:tcPr>
          <w:p w14:paraId="77A0CA2A" w14:textId="22FB9127" w:rsidR="00B121C8" w:rsidRPr="000C7611" w:rsidRDefault="000C7611" w:rsidP="005229C2">
            <w:pPr>
              <w:pStyle w:val="Textbezodsazen"/>
              <w:jc w:val="center"/>
              <w:rPr>
                <w:rStyle w:val="Tun"/>
              </w:rPr>
            </w:pPr>
            <w:r w:rsidRPr="000C7611">
              <w:t>20 % ceny za DUSP+PDPS</w:t>
            </w:r>
          </w:p>
        </w:tc>
      </w:tr>
      <w:tr w:rsidR="00B121C8" w:rsidRPr="004C41AC" w14:paraId="7C11C5F9" w14:textId="77777777" w:rsidTr="005229C2">
        <w:tc>
          <w:tcPr>
            <w:tcW w:w="4588" w:type="dxa"/>
            <w:vAlign w:val="center"/>
          </w:tcPr>
          <w:p w14:paraId="23D4B9F3" w14:textId="77777777" w:rsidR="00B121C8" w:rsidRPr="000C7611" w:rsidRDefault="00B121C8" w:rsidP="005229C2">
            <w:pPr>
              <w:pStyle w:val="Textbezodsazen"/>
              <w:jc w:val="left"/>
              <w:rPr>
                <w:rStyle w:val="Tun"/>
              </w:rPr>
            </w:pPr>
            <w:r w:rsidRPr="000C7611">
              <w:rPr>
                <w:rStyle w:val="Tun"/>
              </w:rPr>
              <w:t>3. Dílčí etapa</w:t>
            </w:r>
          </w:p>
        </w:tc>
        <w:tc>
          <w:tcPr>
            <w:tcW w:w="4309" w:type="dxa"/>
            <w:vAlign w:val="center"/>
          </w:tcPr>
          <w:p w14:paraId="32EE53CE" w14:textId="317AAD6D" w:rsidR="00B121C8" w:rsidRPr="000C7611" w:rsidRDefault="000C7611" w:rsidP="005229C2">
            <w:pPr>
              <w:pStyle w:val="Textbezodsazen"/>
              <w:jc w:val="center"/>
              <w:rPr>
                <w:rStyle w:val="Tun"/>
              </w:rPr>
            </w:pPr>
            <w:r w:rsidRPr="000C7611">
              <w:t>10 % ceny za DUSP+PDPS</w:t>
            </w:r>
          </w:p>
        </w:tc>
      </w:tr>
      <w:tr w:rsidR="00B121C8" w:rsidRPr="004C41AC" w14:paraId="45A02C4D" w14:textId="77777777" w:rsidTr="005229C2">
        <w:tc>
          <w:tcPr>
            <w:tcW w:w="4588" w:type="dxa"/>
            <w:vAlign w:val="center"/>
          </w:tcPr>
          <w:p w14:paraId="50E4CDE1" w14:textId="77777777" w:rsidR="00B121C8" w:rsidRPr="000C7611" w:rsidRDefault="00B121C8" w:rsidP="005229C2">
            <w:pPr>
              <w:pStyle w:val="Textbezodsazen"/>
              <w:jc w:val="left"/>
              <w:rPr>
                <w:rStyle w:val="Tun"/>
              </w:rPr>
            </w:pPr>
            <w:r w:rsidRPr="000C7611">
              <w:rPr>
                <w:rStyle w:val="Tun"/>
              </w:rPr>
              <w:t>4. Dílčí etapa</w:t>
            </w:r>
          </w:p>
        </w:tc>
        <w:tc>
          <w:tcPr>
            <w:tcW w:w="4309" w:type="dxa"/>
            <w:vAlign w:val="center"/>
          </w:tcPr>
          <w:p w14:paraId="74BB0448" w14:textId="2E75B78F" w:rsidR="00B121C8" w:rsidRPr="004C41AC" w:rsidRDefault="000C7611" w:rsidP="005229C2">
            <w:pPr>
              <w:pStyle w:val="Textbezodsazen"/>
              <w:jc w:val="center"/>
              <w:rPr>
                <w:rStyle w:val="Tun"/>
                <w:highlight w:val="green"/>
              </w:rPr>
            </w:pPr>
            <w:r w:rsidRPr="00D45381">
              <w:t xml:space="preserve">fakturace ceny za výkon </w:t>
            </w:r>
            <w:r>
              <w:t xml:space="preserve">dozoru projektanta </w:t>
            </w:r>
            <w:r w:rsidRPr="00D45381">
              <w:t>jednorázově</w:t>
            </w:r>
            <w:r w:rsidR="006E515B">
              <w:t xml:space="preserve"> 100 %</w:t>
            </w:r>
          </w:p>
        </w:tc>
      </w:tr>
    </w:tbl>
    <w:p w14:paraId="058A035A" w14:textId="77777777" w:rsidR="00B121C8" w:rsidRDefault="00B121C8" w:rsidP="004B6AE0">
      <w:pPr>
        <w:pStyle w:val="Textbezodsazen"/>
      </w:pPr>
    </w:p>
    <w:p w14:paraId="4CEC683D" w14:textId="3F5C4E87" w:rsidR="004C41AC" w:rsidRDefault="004C41AC" w:rsidP="004C41AC">
      <w:pPr>
        <w:pStyle w:val="Textbezodsazen"/>
      </w:pPr>
    </w:p>
    <w:p w14:paraId="2467C6E6" w14:textId="77777777" w:rsidR="004C41AC" w:rsidRDefault="004C41AC" w:rsidP="004C41AC">
      <w:pPr>
        <w:pStyle w:val="Textbezodsazen"/>
      </w:pPr>
    </w:p>
    <w:p w14:paraId="5183F949" w14:textId="660520FD"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Pr="004C41AC" w:rsidRDefault="004C41AC" w:rsidP="004C41AC">
      <w:pPr>
        <w:pStyle w:val="Text2-1"/>
        <w:numPr>
          <w:ilvl w:val="0"/>
          <w:numId w:val="0"/>
        </w:numPr>
        <w:ind w:left="737" w:hanging="737"/>
      </w:pPr>
    </w:p>
    <w:p w14:paraId="75ED9697" w14:textId="77777777" w:rsidR="000C7611" w:rsidRPr="000C7611" w:rsidRDefault="000C7611" w:rsidP="000C7611">
      <w:pPr>
        <w:spacing w:after="0" w:line="240" w:lineRule="auto"/>
        <w:ind w:left="426"/>
        <w:jc w:val="both"/>
        <w:rPr>
          <w:rFonts w:asciiTheme="minorHAnsi" w:eastAsia="Times New Roman" w:hAnsiTheme="minorHAnsi" w:cs="Times New Roman"/>
          <w:b/>
          <w:i/>
          <w:sz w:val="18"/>
          <w:szCs w:val="18"/>
          <w:u w:val="single"/>
          <w:lang w:eastAsia="cs-CZ"/>
        </w:rPr>
      </w:pPr>
      <w:r w:rsidRPr="000C7611">
        <w:rPr>
          <w:rFonts w:eastAsia="Times New Roman" w:cs="Times New Roman"/>
          <w:b/>
          <w:i/>
          <w:sz w:val="18"/>
          <w:szCs w:val="18"/>
          <w:u w:val="single"/>
          <w:lang w:eastAsia="cs-CZ"/>
        </w:rPr>
        <w:t>1. dílčí etapa:</w:t>
      </w:r>
    </w:p>
    <w:p w14:paraId="36B7189D" w14:textId="77777777" w:rsidR="000C7611" w:rsidRPr="000C7611" w:rsidRDefault="000C7611" w:rsidP="000C7611">
      <w:pPr>
        <w:spacing w:after="120" w:line="240" w:lineRule="auto"/>
        <w:ind w:left="425"/>
        <w:jc w:val="both"/>
        <w:rPr>
          <w:rFonts w:eastAsia="Times New Roman" w:cs="Times New Roman"/>
          <w:sz w:val="18"/>
          <w:szCs w:val="18"/>
          <w:lang w:eastAsia="cs-CZ"/>
        </w:rPr>
      </w:pPr>
      <w:r w:rsidRPr="000C7611">
        <w:rPr>
          <w:rFonts w:eastAsia="Times New Roman" w:cs="Times New Roman"/>
          <w:sz w:val="18"/>
          <w:szCs w:val="18"/>
          <w:lang w:eastAsia="cs-CZ"/>
        </w:rPr>
        <w:t xml:space="preserve">Předmět díla v rozsahu – zpracování </w:t>
      </w:r>
      <w:r w:rsidRPr="000C7611">
        <w:rPr>
          <w:rFonts w:eastAsia="Times New Roman" w:cs="Times New Roman"/>
          <w:bCs/>
          <w:iCs/>
          <w:sz w:val="18"/>
          <w:szCs w:val="18"/>
          <w:lang w:eastAsia="cs-CZ"/>
        </w:rPr>
        <w:t>DUSP+PDPS, souhrnný rozpočet a ekonomické hodnocení</w:t>
      </w:r>
      <w:r w:rsidRPr="000C7611">
        <w:rPr>
          <w:rFonts w:eastAsia="Times New Roman" w:cs="Times New Roman"/>
          <w:sz w:val="18"/>
          <w:szCs w:val="18"/>
          <w:lang w:eastAsia="cs-CZ"/>
        </w:rPr>
        <w:t xml:space="preserve"> k připomínkám</w:t>
      </w:r>
    </w:p>
    <w:p w14:paraId="29381F52" w14:textId="77777777" w:rsidR="000C7611" w:rsidRPr="000C7611" w:rsidRDefault="000C7611" w:rsidP="000C7611">
      <w:pPr>
        <w:spacing w:after="0" w:line="240" w:lineRule="auto"/>
        <w:ind w:left="426"/>
        <w:jc w:val="both"/>
        <w:rPr>
          <w:rFonts w:eastAsia="Times New Roman" w:cs="Times New Roman"/>
          <w:sz w:val="18"/>
          <w:szCs w:val="18"/>
          <w:lang w:eastAsia="cs-CZ"/>
        </w:rPr>
      </w:pPr>
      <w:r w:rsidRPr="000C7611">
        <w:rPr>
          <w:rFonts w:eastAsia="Times New Roman" w:cs="Times New Roman"/>
          <w:sz w:val="18"/>
          <w:szCs w:val="18"/>
          <w:lang w:eastAsia="cs-CZ"/>
        </w:rPr>
        <w:t xml:space="preserve">- bude dokončeno a předáno </w:t>
      </w:r>
      <w:r w:rsidRPr="000C7611">
        <w:rPr>
          <w:rFonts w:eastAsia="Times New Roman" w:cs="Times New Roman"/>
          <w:b/>
          <w:sz w:val="18"/>
          <w:szCs w:val="18"/>
          <w:lang w:eastAsia="cs-CZ"/>
        </w:rPr>
        <w:t>do 6 měsíců od zahájení plnění</w:t>
      </w:r>
    </w:p>
    <w:p w14:paraId="69164FEC" w14:textId="77777777" w:rsidR="000C7611" w:rsidRPr="000C7611" w:rsidRDefault="000C7611" w:rsidP="000C7611">
      <w:pPr>
        <w:spacing w:after="0" w:line="240" w:lineRule="auto"/>
        <w:ind w:left="426"/>
        <w:jc w:val="both"/>
        <w:rPr>
          <w:rFonts w:eastAsia="Times New Roman" w:cs="Times New Roman"/>
          <w:iCs/>
          <w:sz w:val="18"/>
          <w:szCs w:val="18"/>
          <w:lang w:eastAsia="cs-CZ"/>
        </w:rPr>
      </w:pPr>
      <w:r w:rsidRPr="000C7611">
        <w:rPr>
          <w:rFonts w:eastAsia="Times New Roman" w:cs="Times New Roman"/>
          <w:sz w:val="18"/>
          <w:szCs w:val="18"/>
          <w:lang w:eastAsia="cs-CZ"/>
        </w:rPr>
        <w:t xml:space="preserve">- </w:t>
      </w:r>
      <w:r w:rsidRPr="000C7611">
        <w:rPr>
          <w:rFonts w:eastAsia="Times New Roman" w:cs="Times New Roman"/>
          <w:b/>
          <w:sz w:val="18"/>
          <w:szCs w:val="18"/>
          <w:lang w:eastAsia="cs-CZ"/>
        </w:rPr>
        <w:t>fakturováno</w:t>
      </w:r>
      <w:r w:rsidRPr="000C7611">
        <w:rPr>
          <w:rFonts w:eastAsia="Times New Roman" w:cs="Times New Roman"/>
          <w:sz w:val="18"/>
          <w:szCs w:val="18"/>
          <w:lang w:eastAsia="cs-CZ"/>
        </w:rPr>
        <w:t xml:space="preserve"> bude </w:t>
      </w:r>
      <w:r w:rsidRPr="000C7611">
        <w:rPr>
          <w:rFonts w:eastAsia="Times New Roman" w:cs="Times New Roman"/>
          <w:b/>
          <w:sz w:val="18"/>
          <w:szCs w:val="18"/>
          <w:lang w:eastAsia="cs-CZ"/>
        </w:rPr>
        <w:t xml:space="preserve">70 </w:t>
      </w:r>
      <w:r w:rsidRPr="000C7611">
        <w:rPr>
          <w:rFonts w:eastAsia="Times New Roman" w:cs="Times New Roman"/>
          <w:sz w:val="18"/>
          <w:szCs w:val="18"/>
          <w:lang w:eastAsia="cs-CZ"/>
        </w:rPr>
        <w:t xml:space="preserve">% ceny díla za zpracování </w:t>
      </w:r>
      <w:r w:rsidRPr="000C7611">
        <w:rPr>
          <w:rFonts w:eastAsia="Times New Roman" w:cs="Times New Roman"/>
          <w:b/>
          <w:iCs/>
          <w:sz w:val="18"/>
          <w:szCs w:val="18"/>
          <w:lang w:eastAsia="cs-CZ"/>
        </w:rPr>
        <w:t>DUSP+PDPS.</w:t>
      </w:r>
    </w:p>
    <w:p w14:paraId="18050759" w14:textId="77777777" w:rsidR="000C7611" w:rsidRPr="000C7611" w:rsidRDefault="000C7611" w:rsidP="000C7611">
      <w:pPr>
        <w:spacing w:after="0" w:line="240" w:lineRule="auto"/>
        <w:ind w:left="426"/>
        <w:jc w:val="both"/>
        <w:rPr>
          <w:rFonts w:eastAsia="Times New Roman" w:cs="Times New Roman"/>
          <w:sz w:val="18"/>
          <w:szCs w:val="18"/>
          <w:highlight w:val="green"/>
          <w:lang w:eastAsia="cs-CZ"/>
        </w:rPr>
      </w:pPr>
    </w:p>
    <w:p w14:paraId="13F7A96B" w14:textId="77777777" w:rsidR="000C7611" w:rsidRPr="000C7611" w:rsidRDefault="000C7611" w:rsidP="000C7611">
      <w:pPr>
        <w:spacing w:after="0" w:line="240" w:lineRule="auto"/>
        <w:ind w:left="426"/>
        <w:jc w:val="both"/>
        <w:rPr>
          <w:rFonts w:eastAsia="Times New Roman" w:cs="Times New Roman"/>
          <w:b/>
          <w:i/>
          <w:sz w:val="18"/>
          <w:szCs w:val="18"/>
          <w:u w:val="single"/>
          <w:lang w:eastAsia="cs-CZ"/>
        </w:rPr>
      </w:pPr>
      <w:r w:rsidRPr="000C7611">
        <w:rPr>
          <w:rFonts w:eastAsia="Times New Roman" w:cs="Times New Roman"/>
          <w:b/>
          <w:i/>
          <w:sz w:val="18"/>
          <w:szCs w:val="18"/>
          <w:u w:val="single"/>
          <w:lang w:eastAsia="cs-CZ"/>
        </w:rPr>
        <w:t>2. dílčí etapa:</w:t>
      </w:r>
    </w:p>
    <w:p w14:paraId="1F2B174F" w14:textId="77777777" w:rsidR="000C7611" w:rsidRPr="000C7611" w:rsidRDefault="000C7611" w:rsidP="000C7611">
      <w:pPr>
        <w:spacing w:after="0" w:line="240" w:lineRule="auto"/>
        <w:ind w:left="426"/>
        <w:jc w:val="both"/>
        <w:rPr>
          <w:sz w:val="18"/>
          <w:szCs w:val="18"/>
          <w:lang w:eastAsia="cs-CZ"/>
        </w:rPr>
      </w:pPr>
      <w:r w:rsidRPr="000C7611">
        <w:rPr>
          <w:rFonts w:eastAsia="Times New Roman" w:cs="Times New Roman"/>
          <w:sz w:val="18"/>
          <w:szCs w:val="18"/>
          <w:lang w:eastAsia="cs-CZ"/>
        </w:rPr>
        <w:t xml:space="preserve">Předmět díla v rozsahu – </w:t>
      </w:r>
      <w:r w:rsidRPr="000C7611">
        <w:rPr>
          <w:color w:val="000000"/>
          <w:sz w:val="18"/>
          <w:szCs w:val="18"/>
        </w:rPr>
        <w:t xml:space="preserve">odevzdání DUSP+PDPS včetně zapracovaných případných připomínek, které budou projednány a zapracovány, </w:t>
      </w:r>
      <w:r w:rsidRPr="000C7611">
        <w:rPr>
          <w:b/>
          <w:color w:val="000000"/>
          <w:sz w:val="18"/>
          <w:szCs w:val="18"/>
        </w:rPr>
        <w:t xml:space="preserve">podání žádosti o povolení záměru </w:t>
      </w:r>
      <w:r w:rsidRPr="000C7611">
        <w:rPr>
          <w:color w:val="000000"/>
          <w:sz w:val="18"/>
          <w:szCs w:val="18"/>
        </w:rPr>
        <w:t xml:space="preserve">(včetně dodání kopie s datem podání žádosti), zajištění podkladů a dokladů povolujících provedení stavby dle </w:t>
      </w:r>
      <w:proofErr w:type="spellStart"/>
      <w:r w:rsidRPr="000C7611">
        <w:rPr>
          <w:color w:val="000000"/>
          <w:sz w:val="18"/>
          <w:szCs w:val="18"/>
        </w:rPr>
        <w:t>StZ</w:t>
      </w:r>
      <w:proofErr w:type="spellEnd"/>
      <w:r w:rsidRPr="000C7611">
        <w:rPr>
          <w:color w:val="000000"/>
          <w:sz w:val="18"/>
          <w:szCs w:val="18"/>
        </w:rPr>
        <w:t xml:space="preserve">, podložených potřebnými vyjádřeními dotčených subjektů, správců sítí, vlastníků pozemků a orgánů státní správy, podklady pro výběr zhotovitele, </w:t>
      </w:r>
      <w:r w:rsidRPr="000C7611">
        <w:rPr>
          <w:sz w:val="18"/>
          <w:szCs w:val="18"/>
          <w:lang w:eastAsia="cs-CZ"/>
        </w:rPr>
        <w:t>souhrnný rozpočet, ekonomické hodnocení po připomínkách.</w:t>
      </w:r>
    </w:p>
    <w:p w14:paraId="5329F655" w14:textId="77777777" w:rsidR="000C7611" w:rsidRPr="000C7611" w:rsidRDefault="000C7611" w:rsidP="000C7611">
      <w:pPr>
        <w:spacing w:after="0" w:line="240" w:lineRule="auto"/>
        <w:ind w:left="426"/>
        <w:jc w:val="both"/>
        <w:rPr>
          <w:rFonts w:eastAsia="Times New Roman" w:cs="Times New Roman"/>
          <w:sz w:val="18"/>
          <w:szCs w:val="18"/>
          <w:highlight w:val="green"/>
          <w:lang w:eastAsia="x-none"/>
        </w:rPr>
      </w:pPr>
    </w:p>
    <w:p w14:paraId="0BDC0368" w14:textId="77777777" w:rsidR="000C7611" w:rsidRPr="000C7611" w:rsidRDefault="000C7611" w:rsidP="000C7611">
      <w:pPr>
        <w:spacing w:after="0" w:line="240" w:lineRule="auto"/>
        <w:ind w:left="426"/>
        <w:jc w:val="both"/>
        <w:rPr>
          <w:rFonts w:eastAsia="Times New Roman" w:cs="Times New Roman"/>
          <w:b/>
          <w:sz w:val="18"/>
          <w:szCs w:val="18"/>
          <w:lang w:eastAsia="cs-CZ"/>
        </w:rPr>
      </w:pPr>
      <w:r w:rsidRPr="000C7611">
        <w:rPr>
          <w:rFonts w:eastAsia="Times New Roman" w:cs="Times New Roman"/>
          <w:sz w:val="18"/>
          <w:szCs w:val="18"/>
          <w:lang w:eastAsia="cs-CZ"/>
        </w:rPr>
        <w:t xml:space="preserve">- bude dokončeno a předáno </w:t>
      </w:r>
      <w:r w:rsidRPr="000C7611">
        <w:rPr>
          <w:rFonts w:eastAsia="Times New Roman" w:cs="Times New Roman"/>
          <w:b/>
          <w:sz w:val="18"/>
          <w:szCs w:val="18"/>
          <w:lang w:eastAsia="cs-CZ"/>
        </w:rPr>
        <w:t>do 9 měsíců od zahájení plnění</w:t>
      </w:r>
    </w:p>
    <w:p w14:paraId="127B6F2C" w14:textId="77777777" w:rsidR="000C7611" w:rsidRPr="000C7611" w:rsidRDefault="000C7611" w:rsidP="000C7611">
      <w:pPr>
        <w:spacing w:after="0" w:line="240" w:lineRule="auto"/>
        <w:ind w:left="426"/>
        <w:jc w:val="both"/>
        <w:rPr>
          <w:rFonts w:eastAsia="Times New Roman" w:cs="Times New Roman"/>
          <w:iCs/>
          <w:sz w:val="18"/>
          <w:szCs w:val="18"/>
          <w:lang w:eastAsia="cs-CZ"/>
        </w:rPr>
      </w:pPr>
      <w:r w:rsidRPr="000C7611">
        <w:rPr>
          <w:rFonts w:eastAsia="Times New Roman" w:cs="Times New Roman"/>
          <w:sz w:val="18"/>
          <w:szCs w:val="18"/>
          <w:lang w:eastAsia="cs-CZ"/>
        </w:rPr>
        <w:t xml:space="preserve">- </w:t>
      </w:r>
      <w:r w:rsidRPr="000C7611">
        <w:rPr>
          <w:rFonts w:eastAsia="Times New Roman" w:cs="Times New Roman"/>
          <w:b/>
          <w:sz w:val="18"/>
          <w:szCs w:val="18"/>
          <w:lang w:eastAsia="cs-CZ"/>
        </w:rPr>
        <w:t>fakturováno</w:t>
      </w:r>
      <w:r w:rsidRPr="000C7611">
        <w:rPr>
          <w:rFonts w:eastAsia="Times New Roman" w:cs="Times New Roman"/>
          <w:sz w:val="18"/>
          <w:szCs w:val="18"/>
          <w:lang w:eastAsia="cs-CZ"/>
        </w:rPr>
        <w:t xml:space="preserve"> bude </w:t>
      </w:r>
      <w:r w:rsidRPr="000C7611">
        <w:rPr>
          <w:rFonts w:eastAsia="Times New Roman" w:cs="Times New Roman"/>
          <w:b/>
          <w:sz w:val="18"/>
          <w:szCs w:val="18"/>
          <w:lang w:eastAsia="cs-CZ"/>
        </w:rPr>
        <w:t>20</w:t>
      </w:r>
      <w:r w:rsidRPr="000C7611">
        <w:rPr>
          <w:rFonts w:eastAsia="Times New Roman" w:cs="Times New Roman"/>
          <w:sz w:val="18"/>
          <w:szCs w:val="18"/>
          <w:lang w:eastAsia="cs-CZ"/>
        </w:rPr>
        <w:t xml:space="preserve"> % ceny díla za zpracování </w:t>
      </w:r>
      <w:r w:rsidRPr="000C7611">
        <w:rPr>
          <w:rFonts w:eastAsia="Times New Roman" w:cs="Times New Roman"/>
          <w:b/>
          <w:iCs/>
          <w:sz w:val="18"/>
          <w:szCs w:val="18"/>
          <w:lang w:eastAsia="cs-CZ"/>
        </w:rPr>
        <w:t>DUSP+PDPS.</w:t>
      </w:r>
    </w:p>
    <w:p w14:paraId="24649BEA" w14:textId="77777777" w:rsidR="000C7611" w:rsidRPr="000C7611" w:rsidRDefault="000C7611" w:rsidP="000C7611">
      <w:pPr>
        <w:spacing w:after="0" w:line="240" w:lineRule="auto"/>
        <w:ind w:left="426"/>
        <w:jc w:val="both"/>
        <w:rPr>
          <w:rFonts w:eastAsia="Times New Roman" w:cs="Times New Roman"/>
          <w:sz w:val="18"/>
          <w:szCs w:val="18"/>
          <w:highlight w:val="green"/>
          <w:lang w:eastAsia="cs-CZ"/>
        </w:rPr>
      </w:pPr>
    </w:p>
    <w:p w14:paraId="42BE2AF0" w14:textId="77777777" w:rsidR="000C7611" w:rsidRPr="000C7611" w:rsidRDefault="000C7611" w:rsidP="000C7611">
      <w:pPr>
        <w:spacing w:after="0" w:line="240" w:lineRule="auto"/>
        <w:ind w:left="426"/>
        <w:jc w:val="both"/>
        <w:rPr>
          <w:rFonts w:eastAsia="Times New Roman" w:cs="Times New Roman"/>
          <w:b/>
          <w:i/>
          <w:sz w:val="18"/>
          <w:szCs w:val="18"/>
          <w:u w:val="single"/>
          <w:lang w:eastAsia="cs-CZ"/>
        </w:rPr>
      </w:pPr>
      <w:r w:rsidRPr="000C7611">
        <w:rPr>
          <w:rFonts w:eastAsia="Times New Roman" w:cs="Times New Roman"/>
          <w:b/>
          <w:i/>
          <w:sz w:val="18"/>
          <w:szCs w:val="18"/>
          <w:u w:val="single"/>
          <w:lang w:eastAsia="cs-CZ"/>
        </w:rPr>
        <w:t>3. dílčí etapa:</w:t>
      </w:r>
    </w:p>
    <w:p w14:paraId="1482053E" w14:textId="77777777" w:rsidR="000C7611" w:rsidRPr="000C7611" w:rsidRDefault="000C7611" w:rsidP="000C7611">
      <w:pPr>
        <w:spacing w:after="0" w:line="240" w:lineRule="auto"/>
        <w:ind w:left="426"/>
        <w:jc w:val="both"/>
        <w:rPr>
          <w:rFonts w:eastAsia="Times New Roman" w:cs="Times New Roman"/>
          <w:sz w:val="18"/>
          <w:szCs w:val="18"/>
          <w:lang w:eastAsia="cs-CZ"/>
        </w:rPr>
      </w:pPr>
      <w:r w:rsidRPr="000C7611">
        <w:rPr>
          <w:rFonts w:eastAsia="Times New Roman" w:cs="Times New Roman"/>
          <w:sz w:val="18"/>
          <w:szCs w:val="18"/>
          <w:lang w:eastAsia="cs-CZ"/>
        </w:rPr>
        <w:t xml:space="preserve">Předmět díla v rozsahu – zajištění právní moci rozhodnutí o povolení záměru (povolení stavby nebo zařízení) dle </w:t>
      </w:r>
      <w:proofErr w:type="spellStart"/>
      <w:r w:rsidRPr="000C7611">
        <w:rPr>
          <w:rFonts w:eastAsia="Times New Roman" w:cs="Times New Roman"/>
          <w:sz w:val="18"/>
          <w:szCs w:val="18"/>
          <w:lang w:eastAsia="cs-CZ"/>
        </w:rPr>
        <w:t>StZ</w:t>
      </w:r>
      <w:proofErr w:type="spellEnd"/>
    </w:p>
    <w:p w14:paraId="5B0FDD02" w14:textId="77777777" w:rsidR="000C7611" w:rsidRPr="000C7611" w:rsidRDefault="000C7611" w:rsidP="000C7611">
      <w:pPr>
        <w:spacing w:after="0" w:line="240" w:lineRule="auto"/>
        <w:ind w:left="426"/>
        <w:jc w:val="both"/>
        <w:rPr>
          <w:rFonts w:eastAsia="Times New Roman" w:cs="Times New Roman"/>
          <w:sz w:val="18"/>
          <w:szCs w:val="18"/>
          <w:lang w:eastAsia="cs-CZ"/>
        </w:rPr>
      </w:pPr>
    </w:p>
    <w:p w14:paraId="0A9E8C7E" w14:textId="77777777" w:rsidR="000C7611" w:rsidRPr="000C7611" w:rsidRDefault="000C7611" w:rsidP="000C7611">
      <w:pPr>
        <w:spacing w:after="0" w:line="240" w:lineRule="auto"/>
        <w:ind w:left="426"/>
        <w:jc w:val="both"/>
        <w:rPr>
          <w:rFonts w:eastAsia="Times New Roman" w:cs="Times New Roman"/>
          <w:sz w:val="18"/>
          <w:szCs w:val="18"/>
          <w:lang w:eastAsia="cs-CZ"/>
        </w:rPr>
      </w:pPr>
      <w:r w:rsidRPr="000C7611">
        <w:rPr>
          <w:rFonts w:eastAsia="Times New Roman" w:cs="Times New Roman"/>
          <w:sz w:val="18"/>
          <w:szCs w:val="18"/>
          <w:lang w:eastAsia="cs-CZ"/>
        </w:rPr>
        <w:t xml:space="preserve">- bude dokončeno </w:t>
      </w:r>
      <w:r w:rsidRPr="000C7611">
        <w:rPr>
          <w:rFonts w:eastAsia="Times New Roman" w:cs="Times New Roman"/>
          <w:b/>
          <w:bCs/>
          <w:sz w:val="18"/>
          <w:szCs w:val="18"/>
          <w:lang w:eastAsia="cs-CZ"/>
        </w:rPr>
        <w:t>odevzdáním pravomocného rozhodnutí</w:t>
      </w:r>
      <w:r w:rsidRPr="000C7611">
        <w:rPr>
          <w:rFonts w:eastAsia="Times New Roman" w:cs="Times New Roman"/>
          <w:sz w:val="18"/>
          <w:szCs w:val="18"/>
          <w:lang w:eastAsia="cs-CZ"/>
        </w:rPr>
        <w:t xml:space="preserve"> Objednateli</w:t>
      </w:r>
    </w:p>
    <w:p w14:paraId="7F806D6D" w14:textId="77777777" w:rsidR="000C7611" w:rsidRPr="000C7611" w:rsidRDefault="000C7611" w:rsidP="000C7611">
      <w:pPr>
        <w:spacing w:after="0" w:line="240" w:lineRule="auto"/>
        <w:ind w:left="426"/>
        <w:jc w:val="both"/>
        <w:rPr>
          <w:rFonts w:eastAsia="Times New Roman" w:cs="Times New Roman"/>
          <w:iCs/>
          <w:sz w:val="18"/>
          <w:szCs w:val="18"/>
          <w:lang w:eastAsia="cs-CZ"/>
        </w:rPr>
      </w:pPr>
      <w:r w:rsidRPr="000C7611">
        <w:rPr>
          <w:rFonts w:eastAsia="Times New Roman" w:cs="Times New Roman"/>
          <w:bCs/>
          <w:sz w:val="18"/>
          <w:szCs w:val="18"/>
          <w:lang w:eastAsia="cs-CZ"/>
        </w:rPr>
        <w:t xml:space="preserve">- </w:t>
      </w:r>
      <w:r w:rsidRPr="000C7611">
        <w:rPr>
          <w:rFonts w:eastAsia="Times New Roman" w:cs="Times New Roman"/>
          <w:b/>
          <w:sz w:val="18"/>
          <w:szCs w:val="18"/>
          <w:lang w:eastAsia="cs-CZ"/>
        </w:rPr>
        <w:t>fakturováno</w:t>
      </w:r>
      <w:r w:rsidRPr="000C7611">
        <w:rPr>
          <w:rFonts w:eastAsia="Times New Roman" w:cs="Times New Roman"/>
          <w:sz w:val="18"/>
          <w:szCs w:val="18"/>
          <w:lang w:eastAsia="cs-CZ"/>
        </w:rPr>
        <w:t xml:space="preserve"> bude </w:t>
      </w:r>
      <w:r w:rsidRPr="000C7611">
        <w:rPr>
          <w:rFonts w:eastAsia="Times New Roman" w:cs="Times New Roman"/>
          <w:b/>
          <w:sz w:val="18"/>
          <w:szCs w:val="18"/>
          <w:lang w:eastAsia="cs-CZ"/>
        </w:rPr>
        <w:t>10</w:t>
      </w:r>
      <w:r w:rsidRPr="000C7611">
        <w:rPr>
          <w:rFonts w:eastAsia="Times New Roman" w:cs="Times New Roman"/>
          <w:sz w:val="18"/>
          <w:szCs w:val="18"/>
          <w:lang w:eastAsia="cs-CZ"/>
        </w:rPr>
        <w:t xml:space="preserve"> % ceny díla za zpracování </w:t>
      </w:r>
      <w:r w:rsidRPr="000C7611">
        <w:rPr>
          <w:rFonts w:eastAsia="Times New Roman" w:cs="Times New Roman"/>
          <w:b/>
          <w:iCs/>
          <w:sz w:val="18"/>
          <w:szCs w:val="18"/>
          <w:lang w:eastAsia="cs-CZ"/>
        </w:rPr>
        <w:t>DUSP+PDPS.</w:t>
      </w:r>
    </w:p>
    <w:p w14:paraId="7CF2DC84" w14:textId="77777777" w:rsidR="000C7611" w:rsidRPr="000C7611" w:rsidRDefault="000C7611" w:rsidP="000C7611">
      <w:pPr>
        <w:spacing w:after="0" w:line="240" w:lineRule="auto"/>
        <w:ind w:left="426"/>
        <w:jc w:val="both"/>
        <w:rPr>
          <w:rFonts w:eastAsia="Times New Roman" w:cs="Times New Roman"/>
          <w:sz w:val="18"/>
          <w:szCs w:val="18"/>
          <w:highlight w:val="green"/>
          <w:lang w:eastAsia="cs-CZ"/>
        </w:rPr>
      </w:pPr>
    </w:p>
    <w:p w14:paraId="0C029FC7" w14:textId="77777777" w:rsidR="000C7611" w:rsidRPr="000C7611" w:rsidRDefault="000C7611" w:rsidP="000C7611">
      <w:pPr>
        <w:spacing w:after="0" w:line="240" w:lineRule="auto"/>
        <w:ind w:left="426"/>
        <w:jc w:val="both"/>
        <w:rPr>
          <w:rFonts w:eastAsia="Times New Roman" w:cs="Times New Roman"/>
          <w:b/>
          <w:i/>
          <w:sz w:val="18"/>
          <w:szCs w:val="18"/>
          <w:u w:val="single"/>
          <w:lang w:eastAsia="cs-CZ"/>
        </w:rPr>
      </w:pPr>
      <w:r w:rsidRPr="000C7611">
        <w:rPr>
          <w:rFonts w:eastAsia="Times New Roman" w:cs="Times New Roman"/>
          <w:b/>
          <w:i/>
          <w:sz w:val="18"/>
          <w:szCs w:val="18"/>
          <w:u w:val="single"/>
          <w:lang w:eastAsia="cs-CZ"/>
        </w:rPr>
        <w:t xml:space="preserve">4. dílčí etapa:  </w:t>
      </w:r>
    </w:p>
    <w:p w14:paraId="5BB85774" w14:textId="5EEC8B52" w:rsidR="000C7611" w:rsidRPr="000C7611" w:rsidRDefault="000C7611" w:rsidP="000C7611">
      <w:pPr>
        <w:spacing w:after="0" w:line="240" w:lineRule="auto"/>
        <w:ind w:left="426"/>
        <w:jc w:val="both"/>
        <w:rPr>
          <w:rFonts w:eastAsia="Times New Roman" w:cs="Times New Roman"/>
          <w:sz w:val="18"/>
          <w:szCs w:val="18"/>
          <w:lang w:eastAsia="cs-CZ"/>
        </w:rPr>
      </w:pPr>
      <w:r w:rsidRPr="000C7611">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w:t>
      </w:r>
      <w:r w:rsidR="006E515B">
        <w:rPr>
          <w:rFonts w:eastAsia="Times New Roman" w:cs="Times New Roman"/>
          <w:sz w:val="18"/>
          <w:szCs w:val="18"/>
          <w:lang w:eastAsia="cs-CZ"/>
        </w:rPr>
        <w:t>u</w:t>
      </w:r>
      <w:r w:rsidRPr="000C7611">
        <w:rPr>
          <w:rFonts w:eastAsia="Times New Roman" w:cs="Times New Roman"/>
          <w:sz w:val="18"/>
          <w:szCs w:val="18"/>
          <w:lang w:eastAsia="cs-CZ"/>
        </w:rPr>
        <w:t xml:space="preserve"> délky realizace </w:t>
      </w:r>
      <w:proofErr w:type="gramStart"/>
      <w:r w:rsidRPr="000C7611">
        <w:rPr>
          <w:rFonts w:eastAsia="Times New Roman" w:cs="Times New Roman"/>
          <w:sz w:val="18"/>
          <w:szCs w:val="18"/>
          <w:lang w:eastAsia="cs-CZ"/>
        </w:rPr>
        <w:t>určí</w:t>
      </w:r>
      <w:proofErr w:type="gramEnd"/>
      <w:r w:rsidRPr="000C7611">
        <w:rPr>
          <w:rFonts w:eastAsia="Times New Roman" w:cs="Times New Roman"/>
          <w:sz w:val="18"/>
          <w:szCs w:val="18"/>
          <w:lang w:eastAsia="cs-CZ"/>
        </w:rPr>
        <w:t xml:space="preserve"> DUSP), vždy ale do ukončení stavebních prací na stavbě dle Smlouvy o dílo se zhotovitelem stavby</w:t>
      </w:r>
    </w:p>
    <w:p w14:paraId="49FFE5E4" w14:textId="77777777" w:rsidR="000C7611" w:rsidRPr="000C7611" w:rsidRDefault="000C7611" w:rsidP="000C7611">
      <w:pPr>
        <w:spacing w:after="0" w:line="240" w:lineRule="auto"/>
        <w:ind w:left="426"/>
        <w:jc w:val="both"/>
        <w:rPr>
          <w:rFonts w:eastAsia="Times New Roman" w:cs="Times New Roman"/>
          <w:b/>
          <w:sz w:val="18"/>
          <w:szCs w:val="18"/>
          <w:lang w:eastAsia="cs-CZ"/>
        </w:rPr>
      </w:pPr>
      <w:r w:rsidRPr="000C7611">
        <w:rPr>
          <w:rFonts w:eastAsia="Times New Roman" w:cs="Times New Roman"/>
          <w:sz w:val="18"/>
          <w:szCs w:val="18"/>
          <w:lang w:eastAsia="cs-CZ"/>
        </w:rPr>
        <w:t>- bude dokončeno a předáno:</w:t>
      </w:r>
      <w:r w:rsidRPr="000C7611">
        <w:rPr>
          <w:rFonts w:eastAsia="Times New Roman" w:cs="Times New Roman"/>
          <w:b/>
          <w:sz w:val="18"/>
          <w:szCs w:val="18"/>
          <w:lang w:eastAsia="cs-CZ"/>
        </w:rPr>
        <w:t xml:space="preserve"> ke dni dokončení stavebních prací na stavbě a podpisu </w:t>
      </w:r>
      <w:r w:rsidRPr="000C7611">
        <w:rPr>
          <w:rFonts w:eastAsia="Times New Roman" w:cs="Times New Roman"/>
          <w:bCs/>
          <w:sz w:val="18"/>
          <w:szCs w:val="18"/>
          <w:lang w:eastAsia="cs-CZ"/>
        </w:rPr>
        <w:t>a předložení výkazu poskytnutých služeb (o výkonu dozoru projektanta)</w:t>
      </w:r>
    </w:p>
    <w:p w14:paraId="087E301A" w14:textId="7923331E" w:rsidR="00002BCB" w:rsidRPr="000C7611" w:rsidRDefault="000C7611" w:rsidP="000C7611">
      <w:pPr>
        <w:spacing w:after="0" w:line="240" w:lineRule="auto"/>
        <w:ind w:left="426"/>
        <w:jc w:val="both"/>
        <w:rPr>
          <w:rFonts w:eastAsia="Times New Roman" w:cs="Times New Roman"/>
          <w:sz w:val="18"/>
          <w:szCs w:val="18"/>
          <w:highlight w:val="green"/>
          <w:lang w:eastAsia="cs-CZ"/>
        </w:rPr>
      </w:pPr>
      <w:r w:rsidRPr="000C7611">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C08197A" w14:textId="77777777" w:rsidR="00002BCB" w:rsidRPr="00002BCB" w:rsidRDefault="00002BCB" w:rsidP="00002BCB">
      <w:pPr>
        <w:spacing w:after="0" w:line="240" w:lineRule="auto"/>
        <w:rPr>
          <w:rFonts w:eastAsia="Times New Roman" w:cs="Times New Roman"/>
          <w:sz w:val="18"/>
          <w:szCs w:val="18"/>
          <w:highlight w:val="green"/>
          <w:lang w:eastAsia="cs-CZ"/>
        </w:rPr>
      </w:pPr>
    </w:p>
    <w:p w14:paraId="0DC65AD4" w14:textId="77777777" w:rsidR="00002BCB" w:rsidRPr="00FC44E6" w:rsidRDefault="00002BCB" w:rsidP="000C7611">
      <w:pPr>
        <w:spacing w:after="0" w:line="240" w:lineRule="auto"/>
        <w:ind w:left="426"/>
        <w:jc w:val="both"/>
        <w:rPr>
          <w:rFonts w:eastAsia="Times New Roman" w:cs="Times New Roman"/>
          <w:lang w:eastAsia="cs-CZ"/>
        </w:rPr>
      </w:pPr>
      <w:r w:rsidRPr="000C7611">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Default="004C41AC" w:rsidP="004C41AC">
      <w:pPr>
        <w:pStyle w:val="Textbezodsazen"/>
        <w:rPr>
          <w:i/>
          <w:color w:val="FF0000"/>
          <w:highlight w:val="green"/>
        </w:rPr>
      </w:pPr>
    </w:p>
    <w:p w14:paraId="494EDD5F" w14:textId="7B4F1B1F" w:rsidR="000C7611" w:rsidRDefault="000C7611">
      <w:pPr>
        <w:spacing w:after="240" w:line="264" w:lineRule="auto"/>
        <w:rPr>
          <w:i/>
          <w:color w:val="FF0000"/>
          <w:sz w:val="18"/>
          <w:szCs w:val="18"/>
          <w:highlight w:val="green"/>
        </w:rPr>
      </w:pPr>
      <w:r>
        <w:rPr>
          <w:i/>
          <w:color w:val="FF0000"/>
          <w:highlight w:val="green"/>
        </w:rPr>
        <w:br w:type="page"/>
      </w:r>
    </w:p>
    <w:p w14:paraId="24D06D59" w14:textId="77777777" w:rsidR="000C7611" w:rsidRPr="004C41AC" w:rsidRDefault="000C7611" w:rsidP="004C41AC">
      <w:pPr>
        <w:pStyle w:val="Textbezodsazen"/>
        <w:rPr>
          <w:i/>
          <w:color w:val="FF0000"/>
          <w:highlight w:val="green"/>
        </w:r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7177A" w:rsidRPr="00F95FBD" w14:paraId="3D88A70C" w14:textId="77777777" w:rsidTr="0007177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07177A" w:rsidRPr="00F95FBD" w:rsidRDefault="0007177A" w:rsidP="0007177A">
            <w:pPr>
              <w:pStyle w:val="Tabulka"/>
              <w:rPr>
                <w:rStyle w:val="Nadpisvtabulce"/>
              </w:rPr>
            </w:pPr>
            <w:r w:rsidRPr="00F95FBD">
              <w:rPr>
                <w:rStyle w:val="Nadpisvtabulce"/>
              </w:rPr>
              <w:t>Jméno a příjmení</w:t>
            </w:r>
          </w:p>
        </w:tc>
        <w:tc>
          <w:tcPr>
            <w:tcW w:w="5812" w:type="dxa"/>
            <w:shd w:val="clear" w:color="auto" w:fill="auto"/>
          </w:tcPr>
          <w:p w14:paraId="65C904F6" w14:textId="5771C069" w:rsidR="0007177A" w:rsidRPr="00FB4272" w:rsidRDefault="0007177A" w:rsidP="0007177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 xml:space="preserve">Ing. Miroslav </w:t>
            </w:r>
            <w:proofErr w:type="spellStart"/>
            <w:r w:rsidRPr="002148F5">
              <w:rPr>
                <w:rStyle w:val="Nadpisvtabulce"/>
                <w:b w:val="0"/>
              </w:rPr>
              <w:t>Bocák</w:t>
            </w:r>
            <w:proofErr w:type="spellEnd"/>
            <w:r w:rsidRPr="002148F5">
              <w:rPr>
                <w:rStyle w:val="Nadpisvtabulce"/>
                <w:b w:val="0"/>
              </w:rPr>
              <w:t>, ředitel Stavební správy východ</w:t>
            </w:r>
          </w:p>
        </w:tc>
      </w:tr>
      <w:tr w:rsidR="0007177A" w:rsidRPr="00F95FBD" w14:paraId="017D304E" w14:textId="77777777" w:rsidTr="0007177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07177A" w:rsidRPr="00F95FBD" w:rsidRDefault="0007177A" w:rsidP="0007177A">
            <w:pPr>
              <w:pStyle w:val="Tabulka"/>
            </w:pPr>
            <w:r w:rsidRPr="00F95FBD">
              <w:t>Adresa</w:t>
            </w:r>
          </w:p>
        </w:tc>
        <w:tc>
          <w:tcPr>
            <w:tcW w:w="5812" w:type="dxa"/>
            <w:shd w:val="clear" w:color="auto" w:fill="auto"/>
          </w:tcPr>
          <w:p w14:paraId="2EB423CB" w14:textId="41EF5263" w:rsidR="0007177A" w:rsidRPr="00FB4272" w:rsidRDefault="0007177A" w:rsidP="000717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07177A" w:rsidRPr="00F95FBD" w14:paraId="6B28128F" w14:textId="77777777" w:rsidTr="0007177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07177A" w:rsidRPr="00F95FBD" w:rsidRDefault="0007177A" w:rsidP="0007177A">
            <w:pPr>
              <w:pStyle w:val="Tabulka"/>
            </w:pPr>
            <w:r w:rsidRPr="00F95FBD">
              <w:t>E-mail</w:t>
            </w:r>
          </w:p>
        </w:tc>
        <w:tc>
          <w:tcPr>
            <w:tcW w:w="5812" w:type="dxa"/>
            <w:shd w:val="clear" w:color="auto" w:fill="auto"/>
          </w:tcPr>
          <w:p w14:paraId="2C265AC1" w14:textId="15387C6E" w:rsidR="0007177A" w:rsidRPr="00FB4272" w:rsidRDefault="0007177A" w:rsidP="000717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07177A" w:rsidRPr="00F95FBD" w14:paraId="3604F29D" w14:textId="77777777" w:rsidTr="0007177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07177A" w:rsidRPr="00F95FBD" w:rsidRDefault="0007177A" w:rsidP="0007177A">
            <w:pPr>
              <w:pStyle w:val="Tabulka"/>
            </w:pPr>
            <w:r w:rsidRPr="00F95FBD">
              <w:t>Telefon</w:t>
            </w:r>
          </w:p>
        </w:tc>
        <w:tc>
          <w:tcPr>
            <w:tcW w:w="5812" w:type="dxa"/>
            <w:shd w:val="clear" w:color="auto" w:fill="auto"/>
          </w:tcPr>
          <w:p w14:paraId="48341679" w14:textId="330A40FC" w:rsidR="0007177A" w:rsidRPr="00FB4272" w:rsidRDefault="0007177A" w:rsidP="000717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1FDD6B02" w14:textId="77777777" w:rsidR="006E515B" w:rsidRDefault="006E515B" w:rsidP="006E515B">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 – podnikový právník</w:t>
      </w:r>
    </w:p>
    <w:tbl>
      <w:tblPr>
        <w:tblStyle w:val="Tabulka10"/>
        <w:tblW w:w="8868" w:type="dxa"/>
        <w:tblLook w:val="04A0" w:firstRow="1" w:lastRow="0" w:firstColumn="1" w:lastColumn="0" w:noHBand="0" w:noVBand="1"/>
      </w:tblPr>
      <w:tblGrid>
        <w:gridCol w:w="3056"/>
        <w:gridCol w:w="5812"/>
      </w:tblGrid>
      <w:tr w:rsidR="006E515B" w14:paraId="226ABC47" w14:textId="77777777" w:rsidTr="006E515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C5EF2B0" w14:textId="77777777" w:rsidR="006E515B" w:rsidRDefault="006E515B">
            <w:pPr>
              <w:pStyle w:val="Tabulka"/>
              <w:rPr>
                <w:rStyle w:val="Nadpisvtabulce"/>
              </w:rPr>
            </w:pPr>
            <w:r>
              <w:rPr>
                <w:rStyle w:val="Nadpisvtabulce"/>
              </w:rPr>
              <w:t>Jméno a příjmení</w:t>
            </w:r>
          </w:p>
        </w:tc>
        <w:tc>
          <w:tcPr>
            <w:tcW w:w="5812" w:type="dxa"/>
            <w:hideMark/>
          </w:tcPr>
          <w:p w14:paraId="3190FDF0" w14:textId="77777777" w:rsidR="006E515B" w:rsidRDefault="006E515B">
            <w:pPr>
              <w:pStyle w:val="Tabulka"/>
              <w:cnfStyle w:val="100000000000" w:firstRow="1" w:lastRow="0" w:firstColumn="0" w:lastColumn="0" w:oddVBand="0" w:evenVBand="0" w:oddHBand="0" w:evenHBand="0" w:firstRowFirstColumn="0" w:firstRowLastColumn="0" w:lastRowFirstColumn="0" w:lastRowLastColumn="0"/>
            </w:pPr>
            <w:r>
              <w:t>Mgr. Lenka Dieguezová</w:t>
            </w:r>
          </w:p>
        </w:tc>
      </w:tr>
      <w:tr w:rsidR="006E515B" w14:paraId="6E4EBBE4" w14:textId="77777777" w:rsidTr="006E515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3C5AC55" w14:textId="77777777" w:rsidR="006E515B" w:rsidRDefault="006E515B">
            <w:pPr>
              <w:pStyle w:val="Tabulka"/>
            </w:pPr>
            <w:r>
              <w:t>Adresa</w:t>
            </w:r>
          </w:p>
        </w:tc>
        <w:tc>
          <w:tcPr>
            <w:tcW w:w="5812" w:type="dxa"/>
            <w:tcBorders>
              <w:top w:val="single" w:sz="2" w:space="0" w:color="auto"/>
              <w:left w:val="single" w:sz="2" w:space="0" w:color="auto"/>
              <w:bottom w:val="single" w:sz="2" w:space="0" w:color="auto"/>
              <w:right w:val="nil"/>
            </w:tcBorders>
            <w:hideMark/>
          </w:tcPr>
          <w:p w14:paraId="01713018" w14:textId="77777777" w:rsidR="006E515B" w:rsidRDefault="006E515B">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773/1, 779 00 Olomouc</w:t>
            </w:r>
          </w:p>
        </w:tc>
      </w:tr>
      <w:tr w:rsidR="006E515B" w14:paraId="6A7D63D9" w14:textId="77777777" w:rsidTr="006E515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D8B1C5A" w14:textId="77777777" w:rsidR="006E515B" w:rsidRDefault="006E515B">
            <w:pPr>
              <w:pStyle w:val="Tabulka"/>
            </w:pPr>
            <w:r>
              <w:t>E-mail</w:t>
            </w:r>
          </w:p>
        </w:tc>
        <w:tc>
          <w:tcPr>
            <w:tcW w:w="5812" w:type="dxa"/>
            <w:tcBorders>
              <w:top w:val="single" w:sz="2" w:space="0" w:color="auto"/>
              <w:left w:val="single" w:sz="2" w:space="0" w:color="auto"/>
              <w:bottom w:val="single" w:sz="2" w:space="0" w:color="auto"/>
              <w:right w:val="nil"/>
            </w:tcBorders>
            <w:hideMark/>
          </w:tcPr>
          <w:p w14:paraId="3CCB9E1C" w14:textId="77777777" w:rsidR="006E515B" w:rsidRDefault="006E515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Pr="006E515B">
                <w:rPr>
                  <w:rFonts w:asciiTheme="minorHAnsi" w:hAnsiTheme="minorHAnsi"/>
                </w:rPr>
                <w:t>Dieguezova@spravazeleznic.cz</w:t>
              </w:r>
            </w:hyperlink>
            <w:r w:rsidRPr="006E515B">
              <w:rPr>
                <w:rFonts w:asciiTheme="minorHAnsi" w:hAnsiTheme="minorHAnsi"/>
              </w:rPr>
              <w:t xml:space="preserve">   </w:t>
            </w:r>
          </w:p>
        </w:tc>
      </w:tr>
      <w:tr w:rsidR="006E515B" w14:paraId="18D49757" w14:textId="77777777" w:rsidTr="006E515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76C6734" w14:textId="77777777" w:rsidR="006E515B" w:rsidRDefault="006E515B">
            <w:pPr>
              <w:pStyle w:val="Tabulka"/>
            </w:pPr>
            <w:r>
              <w:t>Telefon</w:t>
            </w:r>
          </w:p>
        </w:tc>
        <w:tc>
          <w:tcPr>
            <w:tcW w:w="5812" w:type="dxa"/>
            <w:tcBorders>
              <w:top w:val="single" w:sz="2" w:space="0" w:color="auto"/>
              <w:left w:val="single" w:sz="2" w:space="0" w:color="auto"/>
              <w:bottom w:val="nil"/>
              <w:right w:val="nil"/>
            </w:tcBorders>
            <w:hideMark/>
          </w:tcPr>
          <w:p w14:paraId="44C01AE5" w14:textId="77777777" w:rsidR="006E515B" w:rsidRDefault="006E515B">
            <w:pPr>
              <w:pStyle w:val="Tabulka"/>
              <w:cnfStyle w:val="000000000000" w:firstRow="0" w:lastRow="0" w:firstColumn="0" w:lastColumn="0" w:oddVBand="0" w:evenVBand="0" w:oddHBand="0" w:evenHBand="0" w:firstRowFirstColumn="0" w:firstRowLastColumn="0" w:lastRowFirstColumn="0" w:lastRowLastColumn="0"/>
              <w:rPr>
                <w:highlight w:val="green"/>
              </w:rPr>
            </w:pPr>
            <w:r>
              <w:t>+420 724 932 386</w:t>
            </w:r>
          </w:p>
        </w:tc>
      </w:tr>
    </w:tbl>
    <w:p w14:paraId="76090BCB" w14:textId="77777777" w:rsidR="006E515B" w:rsidRPr="00F95FBD" w:rsidRDefault="006E515B" w:rsidP="00817F98">
      <w:pPr>
        <w:pStyle w:val="Textbezodsazen"/>
      </w:pPr>
    </w:p>
    <w:p w14:paraId="7B31708E" w14:textId="28DF8D9E"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07177A">
        <w:rPr>
          <w:rFonts w:asciiTheme="minorHAnsi" w:hAnsiTheme="minorHAnsi"/>
          <w:sz w:val="18"/>
          <w:szCs w:val="18"/>
        </w:rPr>
        <w:t xml:space="preserve"> </w:t>
      </w:r>
      <w:r w:rsidR="0007177A">
        <w:rPr>
          <w:rFonts w:asciiTheme="minorHAnsi" w:hAnsiTheme="minorHAnsi"/>
          <w:sz w:val="18"/>
          <w:szCs w:val="18"/>
        </w:rPr>
        <w:t>a v</w:t>
      </w:r>
      <w:r w:rsidR="0007177A"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58F6F83A" w:rsidR="00817F98" w:rsidRPr="0007177A" w:rsidRDefault="0007177A" w:rsidP="00817F98">
            <w:pPr>
              <w:pStyle w:val="Tabulka"/>
              <w:cnfStyle w:val="100000000000" w:firstRow="1" w:lastRow="0" w:firstColumn="0" w:lastColumn="0" w:oddVBand="0" w:evenVBand="0" w:oddHBand="0" w:evenHBand="0" w:firstRowFirstColumn="0" w:firstRowLastColumn="0" w:lastRowFirstColumn="0" w:lastRowLastColumn="0"/>
            </w:pPr>
            <w:r w:rsidRPr="0007177A">
              <w:t>Ing. Petr Tichý</w:t>
            </w:r>
          </w:p>
        </w:tc>
      </w:tr>
      <w:tr w:rsidR="0007177A"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07177A" w:rsidRPr="00F95FBD" w:rsidRDefault="0007177A" w:rsidP="0007177A">
            <w:pPr>
              <w:pStyle w:val="Tabulka"/>
            </w:pPr>
            <w:r w:rsidRPr="00F95FBD">
              <w:t>Adresa</w:t>
            </w:r>
          </w:p>
        </w:tc>
        <w:tc>
          <w:tcPr>
            <w:tcW w:w="5812" w:type="dxa"/>
            <w:shd w:val="clear" w:color="auto" w:fill="auto"/>
          </w:tcPr>
          <w:p w14:paraId="6A42B1F2" w14:textId="391B6B37" w:rsidR="0007177A" w:rsidRPr="00FB4272" w:rsidRDefault="0007177A" w:rsidP="000717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w:t>
            </w:r>
            <w:r>
              <w:br/>
            </w:r>
            <w:r w:rsidRPr="00B74D1E">
              <w:t>501 01 Hradec Králové</w:t>
            </w:r>
          </w:p>
        </w:tc>
      </w:tr>
      <w:tr w:rsidR="0007177A"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07177A" w:rsidRPr="00F95FBD" w:rsidRDefault="0007177A" w:rsidP="0007177A">
            <w:pPr>
              <w:pStyle w:val="Tabulka"/>
            </w:pPr>
            <w:r w:rsidRPr="00F95FBD">
              <w:t>E-mail</w:t>
            </w:r>
          </w:p>
        </w:tc>
        <w:tc>
          <w:tcPr>
            <w:tcW w:w="5812" w:type="dxa"/>
            <w:shd w:val="clear" w:color="auto" w:fill="auto"/>
          </w:tcPr>
          <w:p w14:paraId="127E3AD2" w14:textId="6BECEBE1" w:rsidR="0007177A" w:rsidRPr="00FB4272" w:rsidRDefault="0007177A" w:rsidP="0007177A">
            <w:pPr>
              <w:pStyle w:val="Tabulka"/>
              <w:cnfStyle w:val="000000000000" w:firstRow="0" w:lastRow="0" w:firstColumn="0" w:lastColumn="0" w:oddVBand="0" w:evenVBand="0" w:oddHBand="0" w:evenHBand="0" w:firstRowFirstColumn="0" w:firstRowLastColumn="0" w:lastRowFirstColumn="0" w:lastRowLastColumn="0"/>
              <w:rPr>
                <w:highlight w:val="green"/>
              </w:rPr>
            </w:pPr>
            <w:r>
              <w:t>T</w:t>
            </w:r>
            <w:r w:rsidRPr="00C86A1F">
              <w:t>ichy@spravazeleznic.cz</w:t>
            </w:r>
          </w:p>
        </w:tc>
      </w:tr>
      <w:tr w:rsidR="0007177A"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07177A" w:rsidRPr="00F95FBD" w:rsidRDefault="0007177A" w:rsidP="0007177A">
            <w:pPr>
              <w:pStyle w:val="Tabulka"/>
            </w:pPr>
            <w:r w:rsidRPr="00F95FBD">
              <w:t>Telefon</w:t>
            </w:r>
          </w:p>
        </w:tc>
        <w:tc>
          <w:tcPr>
            <w:tcW w:w="5812" w:type="dxa"/>
            <w:shd w:val="clear" w:color="auto" w:fill="auto"/>
          </w:tcPr>
          <w:p w14:paraId="3DAFBBE6" w14:textId="709E8EFD" w:rsidR="0007177A" w:rsidRPr="00FB4272" w:rsidRDefault="006E515B" w:rsidP="0007177A">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+420 972 341 041, mobil: </w:t>
            </w:r>
            <w:r w:rsidR="0007177A" w:rsidRPr="00C86A1F">
              <w:t xml:space="preserve">+420 </w:t>
            </w:r>
            <w:r w:rsidR="0007177A" w:rsidRPr="00C15CC9">
              <w:t>702 018 621</w:t>
            </w:r>
          </w:p>
        </w:tc>
      </w:tr>
    </w:tbl>
    <w:p w14:paraId="33C3F42C" w14:textId="77777777" w:rsidR="00817F98" w:rsidRPr="00F95FBD" w:rsidRDefault="00817F98" w:rsidP="00817F98">
      <w:pPr>
        <w:pStyle w:val="Textbezodsazen"/>
      </w:pPr>
    </w:p>
    <w:p w14:paraId="19B57123" w14:textId="48EEA658"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F2AC31" w14:textId="77777777" w:rsidR="0007177A" w:rsidRDefault="0007177A" w:rsidP="00817F98">
      <w:pPr>
        <w:pStyle w:val="Textbezodsazen"/>
      </w:pPr>
    </w:p>
    <w:p w14:paraId="52648CF6" w14:textId="08CB3A5B"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lastRenderedPageBreak/>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 xml:space="preserve">na mostní a inženýrské </w:t>
      </w:r>
      <w:proofErr w:type="gramStart"/>
      <w:r w:rsidRPr="00EC707C">
        <w:rPr>
          <w:sz w:val="18"/>
          <w:szCs w:val="18"/>
        </w:rPr>
        <w:t>konstrukce</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 xml:space="preserve">pecialista na sdělovací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3A0585D"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F9FFB39" w:rsidR="00D0544F" w:rsidRPr="00C66209" w:rsidRDefault="000C7611" w:rsidP="00D53494">
            <w:pPr>
              <w:pStyle w:val="Tabulka"/>
            </w:pPr>
            <w:r>
              <w:t>Výzva k podání nabídky</w:t>
            </w:r>
          </w:p>
        </w:tc>
        <w:tc>
          <w:tcPr>
            <w:tcW w:w="3129" w:type="dxa"/>
          </w:tcPr>
          <w:p w14:paraId="66DE2F1F" w14:textId="467B8E97" w:rsidR="00D0544F" w:rsidRPr="00C66209" w:rsidRDefault="000C7611" w:rsidP="00964369">
            <w:pPr>
              <w:pStyle w:val="Tabulka"/>
              <w:jc w:val="center"/>
              <w:cnfStyle w:val="000000000000" w:firstRow="0" w:lastRow="0" w:firstColumn="0" w:lastColumn="0" w:oddVBand="0" w:evenVBand="0" w:oddHBand="0" w:evenHBand="0" w:firstRowFirstColumn="0" w:firstRowLastColumn="0" w:lastRowFirstColumn="0" w:lastRowLastColumn="0"/>
            </w:pPr>
            <w:r>
              <w:t>3839/2024-SŽ-SSV-Ú3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4AA22D6A" w:rsidR="00D0544F" w:rsidRPr="00C66209" w:rsidRDefault="000C7611" w:rsidP="00964369">
            <w:pPr>
              <w:pStyle w:val="Tabulka"/>
              <w:jc w:val="center"/>
              <w:cnfStyle w:val="000000000000" w:firstRow="0" w:lastRow="0" w:firstColumn="0" w:lastColumn="0" w:oddVBand="0" w:evenVBand="0" w:oddHBand="0" w:evenHBand="0" w:firstRowFirstColumn="0" w:firstRowLastColumn="0" w:lastRowFirstColumn="0" w:lastRowLastColumn="0"/>
            </w:pPr>
            <w:r>
              <w:t>09.04.2024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00675536" w:rsidR="001E5BB1" w:rsidRPr="00C66209" w:rsidRDefault="000C7611" w:rsidP="00964369">
            <w:pPr>
              <w:pStyle w:val="Tabulka"/>
            </w:pPr>
            <w:r>
              <w:t>Nabídka zhotovitele</w:t>
            </w:r>
          </w:p>
        </w:tc>
        <w:tc>
          <w:tcPr>
            <w:tcW w:w="3129" w:type="dxa"/>
          </w:tcPr>
          <w:p w14:paraId="73520AC1" w14:textId="1C5E6038"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3DB7347C"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1D338BC8" w:rsidR="001E5BB1" w:rsidRPr="00C66209" w:rsidRDefault="000C7611" w:rsidP="001E5BB1">
            <w:pPr>
              <w:pStyle w:val="Tabulka"/>
              <w:jc w:val="center"/>
              <w:cnfStyle w:val="000000000000" w:firstRow="0" w:lastRow="0" w:firstColumn="0" w:lastColumn="0" w:oddVBand="0" w:evenVBand="0" w:oddHBand="0" w:evenHBand="0" w:firstRowFirstColumn="0" w:firstRowLastColumn="0" w:lastRowFirstColumn="0" w:lastRowLastColumn="0"/>
            </w:pPr>
            <w:r>
              <w:rPr>
                <w:highlight w:val="yellow"/>
              </w:rPr>
              <w:t>[</w:t>
            </w:r>
            <w:proofErr w:type="gramStart"/>
            <w:r>
              <w:rPr>
                <w:highlight w:val="yellow"/>
              </w:rPr>
              <w:t>VLOŽÍ</w:t>
            </w:r>
            <w:proofErr w:type="gramEnd"/>
            <w:r>
              <w:rPr>
                <w:highlight w:val="yellow"/>
              </w:rPr>
              <w:t xml:space="preserve"> ZHOTOVITEL]</w:t>
            </w:r>
          </w:p>
        </w:tc>
      </w:tr>
    </w:tbl>
    <w:p w14:paraId="78504DAC" w14:textId="24B834BA" w:rsidR="00D0544F" w:rsidRDefault="00D0544F" w:rsidP="00D0544F">
      <w:pPr>
        <w:pStyle w:val="Textbezodsazen"/>
      </w:pPr>
    </w:p>
    <w:sectPr w:rsidR="00D0544F"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4A167DCC"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74997926"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E515B" w:rsidRPr="006E515B">
            <w:rPr>
              <w:b/>
              <w:bCs/>
              <w:noProof/>
            </w:rPr>
            <w:t>„Rekonstrukce</w:t>
          </w:r>
          <w:r w:rsidR="006E515B">
            <w:rPr>
              <w:b/>
              <w:noProof/>
            </w:rPr>
            <w:t xml:space="preserve"> nástupiště na zastávce Nová Paka město“</w:t>
          </w:r>
          <w:r w:rsidRPr="005F4353">
            <w:rPr>
              <w:b/>
              <w:noProof/>
            </w:rPr>
            <w:fldChar w:fldCharType="end"/>
          </w:r>
        </w:p>
        <w:p w14:paraId="4141C99A" w14:textId="296D48BA" w:rsidR="00BC30CC" w:rsidRPr="003462EB" w:rsidRDefault="00BC30CC" w:rsidP="00503869">
          <w:pPr>
            <w:pStyle w:val="Zpatvlevo"/>
          </w:pPr>
          <w:r>
            <w:t xml:space="preserve">Smlouva o dílo na zhotovení </w:t>
          </w:r>
          <w:proofErr w:type="spellStart"/>
          <w:r>
            <w:t>Dokumentace+AD</w:t>
          </w:r>
          <w:proofErr w:type="spellEnd"/>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223AD093"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7B10">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1E69BA45"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017B10" w:rsidRPr="00017B10">
            <w:rPr>
              <w:b/>
              <w:bCs/>
              <w:noProof/>
            </w:rPr>
            <w:t>„Rekonstrukce</w:t>
          </w:r>
          <w:r w:rsidR="00017B10">
            <w:rPr>
              <w:b/>
              <w:noProof/>
            </w:rPr>
            <w:t xml:space="preserve"> nástupiště na zastávce Nová Paka město“</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 xml:space="preserve">Smlouva o dílo – Zhotovení </w:t>
          </w:r>
          <w:proofErr w:type="spellStart"/>
          <w:r>
            <w:t>Dokumentace+AD</w:t>
          </w:r>
          <w:proofErr w:type="spellEnd"/>
        </w:p>
        <w:p w14:paraId="37A23ADD" w14:textId="7C0F587A"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E515B" w:rsidRPr="006E515B">
            <w:rPr>
              <w:b/>
              <w:bCs/>
              <w:noProof/>
            </w:rPr>
            <w:t>„Rekonstrukce</w:t>
          </w:r>
          <w:r w:rsidR="006E515B">
            <w:rPr>
              <w:b/>
              <w:noProof/>
            </w:rPr>
            <w:t xml:space="preserve"> nástupiště na zastávce Nová Paka město“</w:t>
          </w:r>
          <w:r w:rsidRPr="00246637">
            <w:rPr>
              <w:b/>
              <w:noProof/>
            </w:rPr>
            <w:fldChar w:fldCharType="end"/>
          </w:r>
        </w:p>
      </w:tc>
      <w:tc>
        <w:tcPr>
          <w:tcW w:w="907" w:type="dxa"/>
          <w:vAlign w:val="bottom"/>
        </w:tcPr>
        <w:p w14:paraId="65B8F9CA" w14:textId="72650662"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3B3755B0"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 xml:space="preserve">Smlouva o dílo – Zhotovení </w:t>
          </w:r>
          <w:proofErr w:type="spellStart"/>
          <w:r>
            <w:t>Dokumentace+AD</w:t>
          </w:r>
          <w:proofErr w:type="spellEnd"/>
        </w:p>
        <w:p w14:paraId="68932309" w14:textId="0E947026"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E515B" w:rsidRPr="006E515B">
            <w:rPr>
              <w:b/>
              <w:bCs/>
              <w:noProof/>
            </w:rPr>
            <w:t xml:space="preserve">„Rekonstrukce </w:t>
          </w:r>
          <w:r w:rsidR="006E515B">
            <w:rPr>
              <w:b/>
              <w:noProof/>
            </w:rPr>
            <w:t>nástupiště na zastávce Nová Paka město“</w:t>
          </w:r>
          <w:r w:rsidRPr="00FA0B76">
            <w:rPr>
              <w:b/>
              <w:noProof/>
            </w:rPr>
            <w:fldChar w:fldCharType="end"/>
          </w:r>
        </w:p>
      </w:tc>
    </w:tr>
  </w:tbl>
  <w:p w14:paraId="66F1E5C5"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w:t>
          </w:r>
          <w:proofErr w:type="spellStart"/>
          <w:r>
            <w:t>Dokumentace+AD</w:t>
          </w:r>
          <w:proofErr w:type="spellEnd"/>
          <w:r>
            <w:t xml:space="preserve"> </w:t>
          </w:r>
        </w:p>
        <w:p w14:paraId="4B89B221" w14:textId="45E3529C"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E515B" w:rsidRPr="006E515B">
            <w:rPr>
              <w:b/>
              <w:bCs/>
              <w:noProof/>
            </w:rPr>
            <w:t xml:space="preserve">„Rekonstrukce </w:t>
          </w:r>
          <w:r w:rsidR="006E515B">
            <w:rPr>
              <w:b/>
              <w:noProof/>
            </w:rPr>
            <w:t>nástupiště na zastávce Nová Paka město“</w:t>
          </w:r>
          <w:r w:rsidRPr="00FA0B76">
            <w:rPr>
              <w:b/>
              <w:noProof/>
            </w:rPr>
            <w:fldChar w:fldCharType="end"/>
          </w:r>
        </w:p>
      </w:tc>
      <w:tc>
        <w:tcPr>
          <w:tcW w:w="907" w:type="dxa"/>
          <w:vAlign w:val="bottom"/>
        </w:tcPr>
        <w:p w14:paraId="7C837A05" w14:textId="210E7E7A"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w:t>
          </w:r>
          <w:proofErr w:type="spellStart"/>
          <w:r>
            <w:t>Dokumentace+AD</w:t>
          </w:r>
          <w:proofErr w:type="spellEnd"/>
          <w:r>
            <w:t xml:space="preserve"> </w:t>
          </w:r>
        </w:p>
        <w:p w14:paraId="51830C6E" w14:textId="2767A00F"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E515B" w:rsidRPr="006E515B">
            <w:rPr>
              <w:b/>
              <w:bCs/>
              <w:noProof/>
            </w:rPr>
            <w:t xml:space="preserve">„Rekonstrukce </w:t>
          </w:r>
          <w:r w:rsidR="006E515B">
            <w:rPr>
              <w:b/>
              <w:noProof/>
            </w:rPr>
            <w:t>nástupiště na zastávce Nová Paka město“</w:t>
          </w:r>
          <w:r w:rsidRPr="00FA0B76">
            <w:rPr>
              <w:b/>
              <w:noProof/>
            </w:rPr>
            <w:fldChar w:fldCharType="end"/>
          </w:r>
          <w:r w:rsidRPr="00612EE8">
            <w:rPr>
              <w:rStyle w:val="Tun"/>
            </w:rPr>
            <w:t xml:space="preserve"> </w:t>
          </w:r>
        </w:p>
      </w:tc>
      <w:tc>
        <w:tcPr>
          <w:tcW w:w="907" w:type="dxa"/>
          <w:vAlign w:val="bottom"/>
        </w:tcPr>
        <w:p w14:paraId="2B80BA58" w14:textId="5728D34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 xml:space="preserve">Smlouva o dílo – Zhotovení </w:t>
          </w:r>
          <w:proofErr w:type="spellStart"/>
          <w:r>
            <w:t>Dokumentace+AD</w:t>
          </w:r>
          <w:proofErr w:type="spellEnd"/>
        </w:p>
        <w:p w14:paraId="2C8DBB57" w14:textId="4557DD52"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E515B" w:rsidRPr="006E515B">
            <w:rPr>
              <w:b/>
              <w:bCs/>
              <w:noProof/>
            </w:rPr>
            <w:t xml:space="preserve">„Rekonstrukce </w:t>
          </w:r>
          <w:r w:rsidR="006E515B">
            <w:rPr>
              <w:b/>
              <w:noProof/>
            </w:rPr>
            <w:t>nástupiště na zastávce Nová Paka město“</w:t>
          </w:r>
          <w:r w:rsidRPr="00FA0B76">
            <w:rPr>
              <w:b/>
              <w:noProof/>
            </w:rPr>
            <w:fldChar w:fldCharType="end"/>
          </w:r>
          <w:r w:rsidRPr="00612EE8">
            <w:rPr>
              <w:rStyle w:val="Tun"/>
            </w:rPr>
            <w:t xml:space="preserve"> </w:t>
          </w:r>
        </w:p>
      </w:tc>
      <w:tc>
        <w:tcPr>
          <w:tcW w:w="907" w:type="dxa"/>
          <w:vAlign w:val="bottom"/>
        </w:tcPr>
        <w:p w14:paraId="5458B419" w14:textId="5BB208CA"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w:t>
          </w:r>
          <w:proofErr w:type="spellStart"/>
          <w:r>
            <w:t>Dokumentace+AD</w:t>
          </w:r>
          <w:proofErr w:type="spellEnd"/>
          <w:r>
            <w:t xml:space="preserve"> </w:t>
          </w:r>
        </w:p>
        <w:p w14:paraId="513E1875" w14:textId="309A2AE7"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E515B" w:rsidRPr="006E515B">
            <w:rPr>
              <w:rStyle w:val="Tun"/>
              <w:b w:val="0"/>
              <w:bCs/>
              <w:noProof/>
            </w:rPr>
            <w:t xml:space="preserve">„Rekonstrukce </w:t>
          </w:r>
          <w:r w:rsidR="006E515B">
            <w:rPr>
              <w:rStyle w:val="Tun"/>
              <w:b w:val="0"/>
              <w:noProof/>
            </w:rPr>
            <w:t>nástupiště na zastávce Nová Paka město“</w:t>
          </w:r>
          <w:r w:rsidRPr="0020397D">
            <w:rPr>
              <w:rStyle w:val="Tun"/>
              <w:b w:val="0"/>
            </w:rPr>
            <w:fldChar w:fldCharType="end"/>
          </w:r>
        </w:p>
      </w:tc>
      <w:tc>
        <w:tcPr>
          <w:tcW w:w="907" w:type="dxa"/>
          <w:vAlign w:val="bottom"/>
        </w:tcPr>
        <w:p w14:paraId="563D30AC" w14:textId="21138BEE"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56ABE568" w:rsidR="00BC30CC" w:rsidRPr="00AD5865" w:rsidRDefault="006E515B" w:rsidP="001B77EA">
          <w:pPr>
            <w:pStyle w:val="Zpatvpravo"/>
          </w:pPr>
          <w:r>
            <w:fldChar w:fldCharType="begin"/>
          </w:r>
          <w:r>
            <w:instrText xml:space="preserve"> STYLEREF  _Název_akce  \* MERGEFORMAT </w:instrText>
          </w:r>
          <w:r>
            <w:fldChar w:fldCharType="separate"/>
          </w:r>
          <w:r>
            <w:rPr>
              <w:noProof/>
            </w:rPr>
            <w:t>„Rekonstrukce nástupiště na zastávce Nová Paka město“</w:t>
          </w:r>
          <w:r>
            <w:rPr>
              <w:noProof/>
            </w:rPr>
            <w:fldChar w:fldCharType="end"/>
          </w:r>
        </w:p>
        <w:p w14:paraId="4AFD9FE1" w14:textId="023EE2E8" w:rsidR="00BC30CC" w:rsidRPr="00AD5865" w:rsidRDefault="00BC30CC"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0A656D70"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6E515B">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39F956B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 xml:space="preserve">Smlouva o dílo – Zhotovení </w:t>
          </w:r>
          <w:proofErr w:type="spellStart"/>
          <w:r>
            <w:t>Dokumentace+AD</w:t>
          </w:r>
          <w:proofErr w:type="spellEnd"/>
        </w:p>
        <w:p w14:paraId="019E2C0A" w14:textId="27667BFC"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E515B" w:rsidRPr="006E515B">
            <w:rPr>
              <w:rStyle w:val="Tun"/>
              <w:b w:val="0"/>
              <w:bCs/>
              <w:noProof/>
            </w:rPr>
            <w:t xml:space="preserve">„Rekonstrukce </w:t>
          </w:r>
          <w:r w:rsidR="006E515B">
            <w:rPr>
              <w:rStyle w:val="Tun"/>
              <w:noProof/>
            </w:rPr>
            <w:t>nástupiště na zastávce Nová Paka město“</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w:t>
          </w:r>
          <w:proofErr w:type="spellStart"/>
          <w:r>
            <w:t>Dokumentace+AD</w:t>
          </w:r>
          <w:proofErr w:type="spellEnd"/>
          <w:r>
            <w:t xml:space="preserve"> </w:t>
          </w:r>
        </w:p>
        <w:p w14:paraId="15A9F32A" w14:textId="40F9C0F1" w:rsidR="00BC30CC" w:rsidRPr="00F90EC0" w:rsidRDefault="006E515B" w:rsidP="00F90EC0">
          <w:pPr>
            <w:pStyle w:val="Zpatvpravo"/>
            <w:rPr>
              <w:rStyle w:val="Tun"/>
              <w:b w:val="0"/>
            </w:rPr>
          </w:pPr>
          <w:r>
            <w:fldChar w:fldCharType="begin"/>
          </w:r>
          <w:r>
            <w:instrText xml:space="preserve"> STYLEREF  _Název_akce  \* MERGEFORMAT </w:instrText>
          </w:r>
          <w:r>
            <w:fldChar w:fldCharType="separate"/>
          </w:r>
          <w:r w:rsidRPr="006E515B">
            <w:rPr>
              <w:bCs/>
              <w:noProof/>
            </w:rPr>
            <w:t xml:space="preserve">„Rekonstrukce </w:t>
          </w:r>
          <w:r>
            <w:rPr>
              <w:noProof/>
            </w:rPr>
            <w:t>nástupiště na zastávce Nová Paka město“</w:t>
          </w:r>
          <w:r>
            <w:rPr>
              <w:noProof/>
            </w:rPr>
            <w:fldChar w:fldCharType="end"/>
          </w:r>
        </w:p>
      </w:tc>
      <w:tc>
        <w:tcPr>
          <w:tcW w:w="907" w:type="dxa"/>
          <w:vAlign w:val="bottom"/>
        </w:tcPr>
        <w:p w14:paraId="33E252FF" w14:textId="3F65DB0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w:t>
          </w:r>
          <w:proofErr w:type="spellStart"/>
          <w:r>
            <w:t>Dokumentace+AD</w:t>
          </w:r>
          <w:proofErr w:type="spellEnd"/>
          <w:r>
            <w:t xml:space="preserve"> </w:t>
          </w:r>
        </w:p>
        <w:p w14:paraId="5B5BB7E5" w14:textId="58FBF2B6" w:rsidR="00BC30CC" w:rsidRPr="00612EE8" w:rsidRDefault="006E515B" w:rsidP="00F90EC0">
          <w:pPr>
            <w:pStyle w:val="Zpatvpravo"/>
            <w:rPr>
              <w:rStyle w:val="Tun"/>
            </w:rPr>
          </w:pPr>
          <w:r>
            <w:fldChar w:fldCharType="begin"/>
          </w:r>
          <w:r>
            <w:instrText xml:space="preserve"> STYLEREF  _Název_akce  \* MERGEFORMAT </w:instrText>
          </w:r>
          <w:r>
            <w:fldChar w:fldCharType="separate"/>
          </w:r>
          <w:r w:rsidRPr="006E515B">
            <w:rPr>
              <w:bCs/>
              <w:noProof/>
            </w:rPr>
            <w:t xml:space="preserve">„Rekonstrukce </w:t>
          </w:r>
          <w:r>
            <w:rPr>
              <w:noProof/>
            </w:rPr>
            <w:t>nástupiště na zastávce Nová Paka město“</w:t>
          </w:r>
          <w:r>
            <w:rPr>
              <w:noProof/>
            </w:rPr>
            <w:fldChar w:fldCharType="end"/>
          </w:r>
        </w:p>
      </w:tc>
      <w:tc>
        <w:tcPr>
          <w:tcW w:w="907" w:type="dxa"/>
          <w:vAlign w:val="bottom"/>
        </w:tcPr>
        <w:p w14:paraId="68AAABB9" w14:textId="65A13EB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 xml:space="preserve">Smlouva o dílo – Zhotovení </w:t>
          </w:r>
          <w:proofErr w:type="spellStart"/>
          <w:r>
            <w:t>Dokumentace+AD</w:t>
          </w:r>
          <w:proofErr w:type="spellEnd"/>
        </w:p>
        <w:p w14:paraId="27DDE76B" w14:textId="4BC99F94" w:rsidR="00BC30CC" w:rsidRPr="00612EE8" w:rsidRDefault="006E515B" w:rsidP="004908EA">
          <w:pPr>
            <w:pStyle w:val="Zpatvpravo"/>
            <w:rPr>
              <w:rStyle w:val="Tun"/>
            </w:rPr>
          </w:pPr>
          <w:r>
            <w:fldChar w:fldCharType="begin"/>
          </w:r>
          <w:r>
            <w:instrText xml:space="preserve"> STYLEREF  _Název_akce  \* MERGEFORMAT </w:instrText>
          </w:r>
          <w:r>
            <w:fldChar w:fldCharType="separate"/>
          </w:r>
          <w:r w:rsidRPr="006E515B">
            <w:rPr>
              <w:b/>
              <w:bCs/>
              <w:noProof/>
            </w:rPr>
            <w:t xml:space="preserve">„Rekonstrukce </w:t>
          </w:r>
          <w:r>
            <w:rPr>
              <w:noProof/>
            </w:rPr>
            <w:t>nástupiště na zastávce Nová Paka město“</w:t>
          </w:r>
          <w:r>
            <w:rPr>
              <w:noProof/>
            </w:rPr>
            <w:fldChar w:fldCharType="end"/>
          </w:r>
        </w:p>
      </w:tc>
      <w:tc>
        <w:tcPr>
          <w:tcW w:w="907" w:type="dxa"/>
          <w:vAlign w:val="bottom"/>
        </w:tcPr>
        <w:p w14:paraId="0703CE63" w14:textId="37B79A6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15B">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84.1pt;height:139.9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B10"/>
    <w:rsid w:val="00017F3C"/>
    <w:rsid w:val="00034542"/>
    <w:rsid w:val="00035A79"/>
    <w:rsid w:val="00036449"/>
    <w:rsid w:val="00041EC8"/>
    <w:rsid w:val="0004357B"/>
    <w:rsid w:val="00051B02"/>
    <w:rsid w:val="0006588D"/>
    <w:rsid w:val="00067A5E"/>
    <w:rsid w:val="0007177A"/>
    <w:rsid w:val="000719BB"/>
    <w:rsid w:val="00072A65"/>
    <w:rsid w:val="00072C1E"/>
    <w:rsid w:val="000841E0"/>
    <w:rsid w:val="00087487"/>
    <w:rsid w:val="00095167"/>
    <w:rsid w:val="00096995"/>
    <w:rsid w:val="000B0797"/>
    <w:rsid w:val="000B4EB8"/>
    <w:rsid w:val="000B70C8"/>
    <w:rsid w:val="000C41F2"/>
    <w:rsid w:val="000C67D7"/>
    <w:rsid w:val="000C7611"/>
    <w:rsid w:val="000D22C4"/>
    <w:rsid w:val="000D27D1"/>
    <w:rsid w:val="000D2FAD"/>
    <w:rsid w:val="000E1A7F"/>
    <w:rsid w:val="000E4096"/>
    <w:rsid w:val="000E7195"/>
    <w:rsid w:val="000F2F54"/>
    <w:rsid w:val="000F5915"/>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0DC5"/>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515B"/>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B6342"/>
    <w:rsid w:val="00FC6389"/>
    <w:rsid w:val="00FC69F3"/>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687171433">
      <w:bodyDiv w:val="1"/>
      <w:marLeft w:val="0"/>
      <w:marRight w:val="0"/>
      <w:marTop w:val="0"/>
      <w:marBottom w:val="0"/>
      <w:divBdr>
        <w:top w:val="none" w:sz="0" w:space="0" w:color="auto"/>
        <w:left w:val="none" w:sz="0" w:space="0" w:color="auto"/>
        <w:bottom w:val="none" w:sz="0" w:space="0" w:color="auto"/>
        <w:right w:val="none" w:sz="0" w:space="0" w:color="auto"/>
      </w:divBdr>
    </w:div>
    <w:div w:id="763184547">
      <w:bodyDiv w:val="1"/>
      <w:marLeft w:val="0"/>
      <w:marRight w:val="0"/>
      <w:marTop w:val="0"/>
      <w:marBottom w:val="0"/>
      <w:divBdr>
        <w:top w:val="none" w:sz="0" w:space="0" w:color="auto"/>
        <w:left w:val="none" w:sz="0" w:space="0" w:color="auto"/>
        <w:bottom w:val="none" w:sz="0" w:space="0" w:color="auto"/>
        <w:right w:val="none" w:sz="0" w:space="0" w:color="auto"/>
      </w:divBdr>
    </w:div>
    <w:div w:id="1466774202">
      <w:bodyDiv w:val="1"/>
      <w:marLeft w:val="0"/>
      <w:marRight w:val="0"/>
      <w:marTop w:val="0"/>
      <w:marBottom w:val="0"/>
      <w:divBdr>
        <w:top w:val="none" w:sz="0" w:space="0" w:color="auto"/>
        <w:left w:val="none" w:sz="0" w:space="0" w:color="auto"/>
        <w:bottom w:val="none" w:sz="0" w:space="0" w:color="auto"/>
        <w:right w:val="none" w:sz="0" w:space="0" w:color="auto"/>
      </w:divBdr>
    </w:div>
    <w:div w:id="1527714735">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 w:id="213733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3.xml"/><Relationship Id="rId42"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2.xml"/><Relationship Id="rId38" Type="http://schemas.openxmlformats.org/officeDocument/2006/relationships/header" Target="header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6.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Dieguezova@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7.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2B64"/>
    <w:rsid w:val="005932B5"/>
    <w:rsid w:val="006069AF"/>
    <w:rsid w:val="00612219"/>
    <w:rsid w:val="00676E73"/>
    <w:rsid w:val="006854CC"/>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55</TotalTime>
  <Pages>27</Pages>
  <Words>5921</Words>
  <Characters>34937</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12</cp:revision>
  <cp:lastPrinted>2021-05-24T14:14:00Z</cp:lastPrinted>
  <dcterms:created xsi:type="dcterms:W3CDTF">2024-01-18T13:17:00Z</dcterms:created>
  <dcterms:modified xsi:type="dcterms:W3CDTF">2024-04-09T09:59:00Z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